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ABD7B" w14:textId="7C2D4057" w:rsidR="008B0A93" w:rsidRPr="008B0A93" w:rsidRDefault="00342560" w:rsidP="00EE3FB3">
      <w:pPr>
        <w:pStyle w:val="Heading1"/>
        <w:jc w:val="center"/>
        <w:rPr>
          <w:rFonts w:ascii="Helvetica" w:hAnsi="Helvetica"/>
        </w:rPr>
      </w:pPr>
      <w:bookmarkStart w:id="0" w:name="_GoBack"/>
      <w:bookmarkEnd w:id="0"/>
      <w:r>
        <w:rPr>
          <w:rFonts w:ascii="Helvetica" w:hAnsi="Helvetica"/>
        </w:rPr>
        <w:t>MANUSCRIPT COVER PAGE</w:t>
      </w:r>
    </w:p>
    <w:p w14:paraId="69C7248D" w14:textId="77777777" w:rsidR="00EE3FB3" w:rsidRPr="008B0A93" w:rsidRDefault="00EE3FB3" w:rsidP="00954FBD">
      <w:pPr>
        <w:rPr>
          <w:rFonts w:ascii="Helvetica" w:hAnsi="Helvetica"/>
        </w:rPr>
      </w:pPr>
    </w:p>
    <w:p w14:paraId="17D219A1" w14:textId="77777777" w:rsidR="00EE3FB3" w:rsidRPr="008B0A93" w:rsidRDefault="00EE3FB3" w:rsidP="00954FBD">
      <w:pPr>
        <w:rPr>
          <w:rFonts w:ascii="Helvetica" w:hAnsi="Helvetica"/>
        </w:rPr>
      </w:pPr>
    </w:p>
    <w:p w14:paraId="722DF83F" w14:textId="20795D47" w:rsidR="00A34EA0" w:rsidRPr="008B0A93" w:rsidRDefault="00E22015" w:rsidP="008B0A93">
      <w:pPr>
        <w:jc w:val="center"/>
        <w:rPr>
          <w:rFonts w:ascii="Helvetica" w:hAnsi="Helvetica"/>
        </w:rPr>
      </w:pPr>
      <w:r>
        <w:rPr>
          <w:rFonts w:ascii="Helvetica" w:hAnsi="Helvetica"/>
        </w:rPr>
        <w:t xml:space="preserve">(NB </w:t>
      </w:r>
      <w:r w:rsidR="003B4FB2">
        <w:rPr>
          <w:rFonts w:ascii="Helvetica" w:hAnsi="Helvetica"/>
        </w:rPr>
        <w:t xml:space="preserve">This document should be submitted at the same time </w:t>
      </w:r>
      <w:r w:rsidR="003A0E61">
        <w:rPr>
          <w:rFonts w:ascii="Helvetica" w:hAnsi="Helvetica"/>
        </w:rPr>
        <w:t xml:space="preserve">as </w:t>
      </w:r>
      <w:r w:rsidR="003B4FB2">
        <w:rPr>
          <w:rFonts w:ascii="Helvetica" w:hAnsi="Helvetica"/>
        </w:rPr>
        <w:t>your de/identified</w:t>
      </w:r>
      <w:r>
        <w:rPr>
          <w:rFonts w:ascii="Helvetica" w:hAnsi="Helvetica"/>
        </w:rPr>
        <w:t xml:space="preserve"> </w:t>
      </w:r>
      <w:r w:rsidR="00A34EA0" w:rsidRPr="008B0A93">
        <w:rPr>
          <w:rFonts w:ascii="Helvetica" w:hAnsi="Helvetica"/>
        </w:rPr>
        <w:t>manuscript</w:t>
      </w:r>
      <w:r w:rsidR="003A0E61">
        <w:rPr>
          <w:rFonts w:ascii="Helvetica" w:hAnsi="Helvetica"/>
        </w:rPr>
        <w:t>(s)</w:t>
      </w:r>
      <w:r w:rsidR="00A34EA0" w:rsidRPr="008B0A93">
        <w:rPr>
          <w:rFonts w:ascii="Helvetica" w:hAnsi="Helvetica"/>
        </w:rPr>
        <w:t>)</w:t>
      </w:r>
    </w:p>
    <w:p w14:paraId="68998305" w14:textId="77777777" w:rsidR="00A34EA0" w:rsidRPr="008B0A93" w:rsidRDefault="00A34EA0" w:rsidP="00A34EA0">
      <w:pPr>
        <w:rPr>
          <w:rFonts w:ascii="Helvetica" w:hAnsi="Helvetica"/>
        </w:rPr>
      </w:pPr>
    </w:p>
    <w:p w14:paraId="644433A7" w14:textId="77777777" w:rsidR="00A34EA0" w:rsidRPr="008B0A93" w:rsidRDefault="00A34EA0" w:rsidP="00A34EA0">
      <w:pPr>
        <w:rPr>
          <w:rFonts w:ascii="Helvetica" w:hAnsi="Helvetica"/>
        </w:rPr>
      </w:pPr>
    </w:p>
    <w:p w14:paraId="26AE0F63" w14:textId="1E112B9E" w:rsidR="00C26C4D" w:rsidRDefault="00C26C4D" w:rsidP="00A34EA0">
      <w:pPr>
        <w:rPr>
          <w:rFonts w:ascii="Helvetica" w:hAnsi="Helvetica"/>
        </w:rPr>
      </w:pPr>
      <w:r>
        <w:rPr>
          <w:rFonts w:ascii="Helvetica" w:hAnsi="Helvetica"/>
        </w:rPr>
        <w:t>Manuscript name: ___________________________________________________________</w:t>
      </w:r>
    </w:p>
    <w:p w14:paraId="7E910F9E" w14:textId="77777777" w:rsidR="00C26C4D" w:rsidRDefault="00C26C4D" w:rsidP="00A34EA0">
      <w:pPr>
        <w:rPr>
          <w:rFonts w:ascii="Helvetica" w:hAnsi="Helvetica"/>
        </w:rPr>
      </w:pPr>
    </w:p>
    <w:p w14:paraId="13C312C2" w14:textId="77777777" w:rsidR="00C26C4D" w:rsidRDefault="00C26C4D" w:rsidP="00A34EA0">
      <w:pPr>
        <w:rPr>
          <w:rFonts w:ascii="Helvetica" w:hAnsi="Helvetica"/>
        </w:rPr>
      </w:pPr>
    </w:p>
    <w:p w14:paraId="4395243B" w14:textId="4E5DE570" w:rsidR="00A34EA0" w:rsidRDefault="00747D28" w:rsidP="00A34EA0">
      <w:pPr>
        <w:rPr>
          <w:rFonts w:ascii="Helvetica" w:hAnsi="Helvetica"/>
        </w:rPr>
      </w:pPr>
      <w:r>
        <w:rPr>
          <w:rFonts w:ascii="Helvetica" w:hAnsi="Helvetica"/>
        </w:rPr>
        <w:t>Author(s): _________________________________________________________________</w:t>
      </w:r>
    </w:p>
    <w:p w14:paraId="3DB36575" w14:textId="77777777" w:rsidR="00C26C4D" w:rsidRDefault="00C26C4D" w:rsidP="00A34EA0">
      <w:pPr>
        <w:rPr>
          <w:rFonts w:ascii="Helvetica" w:hAnsi="Helvetica"/>
        </w:rPr>
      </w:pPr>
    </w:p>
    <w:p w14:paraId="26481033" w14:textId="77777777" w:rsidR="00C26C4D" w:rsidRDefault="00C26C4D" w:rsidP="00A34EA0">
      <w:pPr>
        <w:rPr>
          <w:rFonts w:ascii="Helvetica" w:hAnsi="Helvetica"/>
        </w:rPr>
      </w:pPr>
    </w:p>
    <w:p w14:paraId="35A22E13" w14:textId="6BB533CD" w:rsidR="00C26C4D" w:rsidRDefault="00C26C4D" w:rsidP="00A34EA0">
      <w:pPr>
        <w:rPr>
          <w:rFonts w:ascii="Helvetica" w:hAnsi="Helvetica"/>
        </w:rPr>
      </w:pPr>
      <w:r>
        <w:rPr>
          <w:rFonts w:ascii="Helvetica" w:hAnsi="Helvetica"/>
        </w:rPr>
        <w:t>Affiliation(s): _______________________________________________________________</w:t>
      </w:r>
    </w:p>
    <w:p w14:paraId="36E147CE" w14:textId="77777777" w:rsidR="002E461B" w:rsidRDefault="002E461B" w:rsidP="00A34EA0">
      <w:pPr>
        <w:rPr>
          <w:rFonts w:ascii="Helvetica" w:hAnsi="Helvetica"/>
        </w:rPr>
      </w:pPr>
    </w:p>
    <w:p w14:paraId="53746431" w14:textId="77777777" w:rsidR="002E461B" w:rsidRDefault="002E461B" w:rsidP="00A34EA0">
      <w:pPr>
        <w:rPr>
          <w:rFonts w:ascii="Helvetica" w:hAnsi="Helvetica"/>
        </w:rPr>
      </w:pPr>
    </w:p>
    <w:p w14:paraId="4B92EA89" w14:textId="71424B0F" w:rsidR="002E461B" w:rsidRDefault="002E461B" w:rsidP="00A34EA0">
      <w:pPr>
        <w:rPr>
          <w:rFonts w:ascii="Helvetica" w:hAnsi="Helvetica"/>
        </w:rPr>
      </w:pPr>
      <w:r>
        <w:rPr>
          <w:rFonts w:ascii="Helvetica" w:hAnsi="Helvetica"/>
        </w:rPr>
        <w:t>Contact details for corresponding author</w:t>
      </w:r>
      <w:r w:rsidR="000C2F96">
        <w:rPr>
          <w:rFonts w:ascii="Helvetica" w:hAnsi="Helvetica"/>
        </w:rPr>
        <w:t>;</w:t>
      </w:r>
      <w:r>
        <w:rPr>
          <w:rFonts w:ascii="Helvetica" w:hAnsi="Helvetica"/>
        </w:rPr>
        <w:t xml:space="preserve"> </w:t>
      </w:r>
    </w:p>
    <w:p w14:paraId="4D870331" w14:textId="77777777" w:rsidR="002E461B" w:rsidRDefault="002E461B" w:rsidP="00A34EA0">
      <w:pPr>
        <w:rPr>
          <w:rFonts w:ascii="Helvetica" w:hAnsi="Helvetica"/>
        </w:rPr>
      </w:pPr>
    </w:p>
    <w:p w14:paraId="7B8C6F84" w14:textId="1FE71131" w:rsidR="002E461B" w:rsidRDefault="002E461B" w:rsidP="00A34EA0">
      <w:pPr>
        <w:rPr>
          <w:rFonts w:ascii="Helvetica" w:hAnsi="Helvetica"/>
        </w:rPr>
      </w:pPr>
      <w:r>
        <w:rPr>
          <w:rFonts w:ascii="Helvetica" w:hAnsi="Helvetica"/>
        </w:rPr>
        <w:t>email: ____________________________________________________________________</w:t>
      </w:r>
    </w:p>
    <w:p w14:paraId="3AA3259F" w14:textId="77777777" w:rsidR="002E461B" w:rsidRDefault="002E461B" w:rsidP="00A34EA0">
      <w:pPr>
        <w:rPr>
          <w:rFonts w:ascii="Helvetica" w:hAnsi="Helvetica"/>
        </w:rPr>
      </w:pPr>
    </w:p>
    <w:p w14:paraId="7E8B42C3" w14:textId="282B1077" w:rsidR="002E461B" w:rsidRDefault="002E461B" w:rsidP="00A34EA0">
      <w:pPr>
        <w:rPr>
          <w:rFonts w:ascii="Helvetica" w:hAnsi="Helvetica"/>
        </w:rPr>
      </w:pPr>
      <w:r>
        <w:rPr>
          <w:rFonts w:ascii="Helvetica" w:hAnsi="Helvetica"/>
        </w:rPr>
        <w:t>phone: ____________________________________________________________________</w:t>
      </w:r>
    </w:p>
    <w:p w14:paraId="3F8D3B5C" w14:textId="77777777" w:rsidR="002E461B" w:rsidRDefault="002E461B" w:rsidP="00A34EA0">
      <w:pPr>
        <w:rPr>
          <w:rFonts w:ascii="Helvetica" w:hAnsi="Helvetica"/>
        </w:rPr>
      </w:pPr>
    </w:p>
    <w:p w14:paraId="1723691E" w14:textId="44846D1A" w:rsidR="002E461B" w:rsidRDefault="002E461B" w:rsidP="00A34EA0">
      <w:pPr>
        <w:rPr>
          <w:rFonts w:ascii="Helvetica" w:hAnsi="Helvetica"/>
        </w:rPr>
      </w:pPr>
      <w:r>
        <w:rPr>
          <w:rFonts w:ascii="Helvetica" w:hAnsi="Helvetica"/>
        </w:rPr>
        <w:t>address: __________________________________________________________________</w:t>
      </w:r>
    </w:p>
    <w:p w14:paraId="29CE5590" w14:textId="77777777" w:rsidR="00C26C4D" w:rsidRDefault="00C26C4D" w:rsidP="00A34EA0">
      <w:pPr>
        <w:rPr>
          <w:rFonts w:ascii="Helvetica" w:hAnsi="Helvetica"/>
        </w:rPr>
      </w:pPr>
    </w:p>
    <w:p w14:paraId="73E7C538" w14:textId="77777777" w:rsidR="00C26C4D" w:rsidRDefault="00C26C4D" w:rsidP="00A34EA0">
      <w:pPr>
        <w:rPr>
          <w:rFonts w:ascii="Helvetica" w:hAnsi="Helvetica"/>
        </w:rPr>
      </w:pPr>
    </w:p>
    <w:p w14:paraId="21912C0C" w14:textId="3B23BFCF" w:rsidR="00C26C4D" w:rsidRDefault="00C26C4D" w:rsidP="00A34EA0">
      <w:pPr>
        <w:rPr>
          <w:rFonts w:ascii="Helvetica" w:hAnsi="Helvetica"/>
        </w:rPr>
      </w:pPr>
      <w:r>
        <w:rPr>
          <w:rFonts w:ascii="Helvetica" w:hAnsi="Helvetica"/>
        </w:rPr>
        <w:t>Author Bio(s) (</w:t>
      </w:r>
      <w:r w:rsidR="00EC2645">
        <w:rPr>
          <w:rFonts w:ascii="Helvetica" w:hAnsi="Helvetica"/>
        </w:rPr>
        <w:t>approx. 50 words each)</w:t>
      </w:r>
      <w:r>
        <w:rPr>
          <w:rFonts w:ascii="Helvetica" w:hAnsi="Helvetica"/>
        </w:rPr>
        <w:t>:</w:t>
      </w:r>
    </w:p>
    <w:p w14:paraId="6B2A3C73" w14:textId="77777777" w:rsidR="00747D28" w:rsidRDefault="00747D28" w:rsidP="00A34EA0">
      <w:pPr>
        <w:rPr>
          <w:rFonts w:ascii="Helvetica" w:hAnsi="Helvetica"/>
        </w:rPr>
      </w:pPr>
    </w:p>
    <w:p w14:paraId="0337D5A1" w14:textId="77777777" w:rsidR="00747D28" w:rsidRPr="008B0A93" w:rsidRDefault="00747D28" w:rsidP="00A34EA0">
      <w:pPr>
        <w:rPr>
          <w:rFonts w:ascii="Helvetica" w:hAnsi="Helvetica"/>
        </w:rPr>
      </w:pPr>
    </w:p>
    <w:p w14:paraId="4B9BBC0E" w14:textId="77777777" w:rsidR="00FF6B3E" w:rsidRDefault="00FF6B3E" w:rsidP="00A34EA0">
      <w:pPr>
        <w:rPr>
          <w:rFonts w:ascii="Helvetica" w:hAnsi="Helvetica"/>
        </w:rPr>
      </w:pPr>
    </w:p>
    <w:p w14:paraId="308A5003" w14:textId="4DBF92C0" w:rsidR="00C8076F" w:rsidRDefault="00EC2645" w:rsidP="00A34EA0">
      <w:pPr>
        <w:rPr>
          <w:rFonts w:ascii="Helvetica" w:hAnsi="Helvetica"/>
        </w:rPr>
      </w:pPr>
      <w:r>
        <w:rPr>
          <w:rFonts w:ascii="Helvetica" w:hAnsi="Helvetica"/>
        </w:rPr>
        <w:t>Abstract (250 words):</w:t>
      </w:r>
    </w:p>
    <w:p w14:paraId="65822B2F" w14:textId="77777777" w:rsidR="00EC2645" w:rsidRDefault="00EC2645" w:rsidP="00A34EA0">
      <w:pPr>
        <w:rPr>
          <w:rFonts w:ascii="Helvetica" w:hAnsi="Helvetica"/>
        </w:rPr>
      </w:pPr>
    </w:p>
    <w:p w14:paraId="496DA013" w14:textId="77777777" w:rsidR="00EC2645" w:rsidRDefault="00EC2645" w:rsidP="00A34EA0">
      <w:pPr>
        <w:rPr>
          <w:rFonts w:ascii="Helvetica" w:hAnsi="Helvetica"/>
        </w:rPr>
      </w:pPr>
    </w:p>
    <w:p w14:paraId="0DA2C7F5" w14:textId="77777777" w:rsidR="00EC2645" w:rsidRDefault="00EC2645" w:rsidP="00A34EA0">
      <w:pPr>
        <w:rPr>
          <w:rFonts w:ascii="Helvetica" w:hAnsi="Helvetica"/>
        </w:rPr>
      </w:pPr>
    </w:p>
    <w:p w14:paraId="38DDA752" w14:textId="77777777" w:rsidR="00EC2645" w:rsidRDefault="00EC2645" w:rsidP="00A34EA0">
      <w:pPr>
        <w:rPr>
          <w:rFonts w:ascii="Helvetica" w:hAnsi="Helvetica"/>
        </w:rPr>
      </w:pPr>
    </w:p>
    <w:p w14:paraId="2A68B9CD" w14:textId="77777777" w:rsidR="00EC2645" w:rsidRDefault="00EC2645" w:rsidP="00A34EA0">
      <w:pPr>
        <w:rPr>
          <w:rFonts w:ascii="Helvetica" w:hAnsi="Helvetica"/>
        </w:rPr>
      </w:pPr>
    </w:p>
    <w:p w14:paraId="0EACAC1E" w14:textId="77777777" w:rsidR="00EC2645" w:rsidRDefault="00EC2645" w:rsidP="00A34EA0">
      <w:pPr>
        <w:rPr>
          <w:rFonts w:ascii="Helvetica" w:hAnsi="Helvetica"/>
        </w:rPr>
      </w:pPr>
    </w:p>
    <w:p w14:paraId="1153A8AF" w14:textId="77777777" w:rsidR="00EC2645" w:rsidRDefault="00EC2645" w:rsidP="00A34EA0">
      <w:pPr>
        <w:rPr>
          <w:rFonts w:ascii="Helvetica" w:hAnsi="Helvetica"/>
        </w:rPr>
      </w:pPr>
    </w:p>
    <w:p w14:paraId="517AF460" w14:textId="37644E7F" w:rsidR="00EC2645" w:rsidRDefault="00EC2645" w:rsidP="00A34EA0">
      <w:pPr>
        <w:rPr>
          <w:rFonts w:ascii="Helvetica" w:hAnsi="Helvetica"/>
        </w:rPr>
      </w:pPr>
      <w:r>
        <w:rPr>
          <w:rFonts w:ascii="Helvetica" w:hAnsi="Helvetica"/>
        </w:rPr>
        <w:t>Key words</w:t>
      </w:r>
      <w:r w:rsidR="00167BE4">
        <w:rPr>
          <w:rFonts w:ascii="Helvetica" w:hAnsi="Helvetica"/>
        </w:rPr>
        <w:t xml:space="preserve"> (4-6 key words)</w:t>
      </w:r>
      <w:r>
        <w:rPr>
          <w:rFonts w:ascii="Helvetica" w:hAnsi="Helvetica"/>
        </w:rPr>
        <w:t>:</w:t>
      </w:r>
    </w:p>
    <w:p w14:paraId="5CA19586" w14:textId="77777777" w:rsidR="00837C6E" w:rsidRDefault="00837C6E" w:rsidP="00A34EA0">
      <w:pPr>
        <w:rPr>
          <w:rFonts w:ascii="Helvetica" w:hAnsi="Helvetica"/>
        </w:rPr>
      </w:pPr>
    </w:p>
    <w:p w14:paraId="4E17E873" w14:textId="77777777" w:rsidR="00837C6E" w:rsidRDefault="00837C6E" w:rsidP="00A34EA0">
      <w:pPr>
        <w:rPr>
          <w:rFonts w:ascii="Helvetica" w:hAnsi="Helvetica"/>
        </w:rPr>
      </w:pPr>
    </w:p>
    <w:p w14:paraId="1E242FE3" w14:textId="2E4FFFDF" w:rsidR="00167BE4" w:rsidRDefault="00837C6E" w:rsidP="00A34EA0">
      <w:pPr>
        <w:rPr>
          <w:rFonts w:ascii="Helvetica" w:hAnsi="Helvetica"/>
        </w:rPr>
      </w:pPr>
      <w:r>
        <w:rPr>
          <w:rFonts w:ascii="Helvetica" w:hAnsi="Helvetica"/>
        </w:rPr>
        <w:t>Date of submission:</w:t>
      </w:r>
    </w:p>
    <w:p w14:paraId="6D4DD175" w14:textId="77777777" w:rsidR="00167BE4" w:rsidRDefault="00167BE4" w:rsidP="00A34EA0">
      <w:pPr>
        <w:rPr>
          <w:rFonts w:ascii="Helvetica" w:hAnsi="Helvetica"/>
        </w:rPr>
      </w:pPr>
    </w:p>
    <w:p w14:paraId="51BBA7D0" w14:textId="7E4B6AE0" w:rsidR="000C2F96" w:rsidRPr="00837C6E" w:rsidRDefault="00167BE4" w:rsidP="00837C6E">
      <w:pPr>
        <w:rPr>
          <w:rFonts w:ascii="Helvetica" w:hAnsi="Helvetica"/>
        </w:rPr>
      </w:pPr>
      <w:r>
        <w:rPr>
          <w:rFonts w:ascii="Helvetica" w:hAnsi="Helvetica"/>
        </w:rPr>
        <w:t>Word count (including tables, notes and references):</w:t>
      </w:r>
    </w:p>
    <w:p w14:paraId="2721B63F" w14:textId="77777777" w:rsidR="000C2F96" w:rsidRDefault="000C2F96" w:rsidP="00C8076F">
      <w:pPr>
        <w:jc w:val="center"/>
        <w:rPr>
          <w:rFonts w:ascii="Helvetica" w:hAnsi="Helvetica"/>
          <w:b/>
        </w:rPr>
      </w:pPr>
    </w:p>
    <w:p w14:paraId="4D5E3D07" w14:textId="79D1123A" w:rsidR="00C8076F" w:rsidRPr="00C8076F" w:rsidRDefault="00C8076F" w:rsidP="00C8076F">
      <w:pPr>
        <w:jc w:val="center"/>
        <w:rPr>
          <w:rFonts w:ascii="Helvetica" w:hAnsi="Helvetica"/>
          <w:b/>
        </w:rPr>
      </w:pPr>
      <w:r>
        <w:rPr>
          <w:rFonts w:ascii="Helvetica" w:hAnsi="Helvetica"/>
          <w:b/>
        </w:rPr>
        <w:t xml:space="preserve">Email completed form to: </w:t>
      </w:r>
      <w:hyperlink r:id="rId7" w:history="1">
        <w:r w:rsidR="00D86001" w:rsidRPr="009731AF">
          <w:rPr>
            <w:rStyle w:val="Hyperlink"/>
            <w:rFonts w:ascii="Helvetica" w:hAnsi="Helvetica"/>
            <w:b/>
          </w:rPr>
          <w:t>crawsjournal@acrawsa.org.au</w:t>
        </w:r>
      </w:hyperlink>
      <w:r w:rsidR="00D86001">
        <w:rPr>
          <w:rFonts w:ascii="Helvetica" w:hAnsi="Helvetica"/>
          <w:b/>
        </w:rPr>
        <w:t xml:space="preserve"> </w:t>
      </w:r>
    </w:p>
    <w:sectPr w:rsidR="00C8076F" w:rsidRPr="00C8076F" w:rsidSect="003B021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34" w:code="1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C6036" w14:textId="77777777" w:rsidR="009030A3" w:rsidRDefault="009030A3">
      <w:r>
        <w:separator/>
      </w:r>
    </w:p>
  </w:endnote>
  <w:endnote w:type="continuationSeparator" w:id="0">
    <w:p w14:paraId="16CA123E" w14:textId="77777777" w:rsidR="009030A3" w:rsidRDefault="00903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Helvetica">
    <w:panose1 w:val="00000000000000000000"/>
    <w:charset w:val="CC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AA7DF" w14:textId="77777777" w:rsidR="00207CD8" w:rsidRDefault="00143314" w:rsidP="00066E4E">
    <w:pPr>
      <w:pStyle w:val="Footer"/>
      <w:framePr w:wrap="around" w:vAnchor="text" w:hAnchor="margin" w:xAlign="right" w:y="1"/>
      <w:rPr>
        <w:rStyle w:val="PageNumber"/>
        <w:sz w:val="22"/>
      </w:rPr>
    </w:pPr>
    <w:r>
      <w:rPr>
        <w:rStyle w:val="PageNumber"/>
      </w:rPr>
      <w:fldChar w:fldCharType="begin"/>
    </w:r>
    <w:r w:rsidR="00207CD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16EC55" w14:textId="77777777" w:rsidR="00207CD8" w:rsidRDefault="00207CD8" w:rsidP="003C249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3602E" w14:textId="77777777" w:rsidR="00207CD8" w:rsidRPr="003C2499" w:rsidRDefault="00143314" w:rsidP="00066E4E">
    <w:pPr>
      <w:pStyle w:val="Footer"/>
      <w:framePr w:wrap="around" w:vAnchor="text" w:hAnchor="margin" w:xAlign="right" w:y="1"/>
      <w:rPr>
        <w:rStyle w:val="PageNumber"/>
        <w:sz w:val="22"/>
      </w:rPr>
    </w:pPr>
    <w:r w:rsidRPr="003C2499">
      <w:rPr>
        <w:rStyle w:val="PageNumber"/>
      </w:rPr>
      <w:fldChar w:fldCharType="begin"/>
    </w:r>
    <w:r w:rsidR="00207CD8" w:rsidRPr="003C2499">
      <w:rPr>
        <w:rStyle w:val="PageNumber"/>
      </w:rPr>
      <w:instrText xml:space="preserve">PAGE  </w:instrText>
    </w:r>
    <w:r w:rsidRPr="003C2499">
      <w:rPr>
        <w:rStyle w:val="PageNumber"/>
      </w:rPr>
      <w:fldChar w:fldCharType="separate"/>
    </w:r>
    <w:r w:rsidR="00837C6E">
      <w:rPr>
        <w:rStyle w:val="PageNumber"/>
        <w:noProof/>
      </w:rPr>
      <w:t>2</w:t>
    </w:r>
    <w:r w:rsidRPr="003C2499">
      <w:rPr>
        <w:rStyle w:val="PageNumber"/>
      </w:rPr>
      <w:fldChar w:fldCharType="end"/>
    </w:r>
  </w:p>
  <w:p w14:paraId="7DAD8153" w14:textId="77777777" w:rsidR="00207CD8" w:rsidRDefault="00207CD8" w:rsidP="003C2499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560E7" w14:textId="273E36C1" w:rsidR="00207CD8" w:rsidRPr="004C7875" w:rsidRDefault="00207CD8" w:rsidP="00C127BB">
    <w:pPr>
      <w:pStyle w:val="Footer"/>
      <w:rPr>
        <w:sz w:val="18"/>
      </w:rPr>
    </w:pPr>
    <w:r w:rsidRPr="00D86001">
      <w:rPr>
        <w:sz w:val="18"/>
      </w:rPr>
      <w:t xml:space="preserve">ISSN </w:t>
    </w:r>
    <w:r w:rsidRPr="00D86001">
      <w:rPr>
        <w:rFonts w:cs="Tahoma"/>
        <w:color w:val="1F1F1F"/>
        <w:sz w:val="18"/>
        <w:szCs w:val="26"/>
        <w:lang w:val="en-US"/>
      </w:rPr>
      <w:t>1838-8310</w:t>
    </w:r>
    <w:r w:rsidRPr="00D86001">
      <w:rPr>
        <w:sz w:val="18"/>
      </w:rPr>
      <w:t xml:space="preserve"> © Australian Critical Race and Wh</w:t>
    </w:r>
    <w:r w:rsidR="00D86001">
      <w:rPr>
        <w:sz w:val="18"/>
      </w:rPr>
      <w:t>iteness Studies Association 2018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3D79B" w14:textId="77777777" w:rsidR="009030A3" w:rsidRDefault="009030A3">
      <w:r>
        <w:separator/>
      </w:r>
    </w:p>
  </w:footnote>
  <w:footnote w:type="continuationSeparator" w:id="0">
    <w:p w14:paraId="0C29CF71" w14:textId="77777777" w:rsidR="009030A3" w:rsidRDefault="009030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F95D3" w14:textId="77777777" w:rsidR="00207CD8" w:rsidRPr="004C7875" w:rsidRDefault="00207CD8" w:rsidP="00CF07C9">
    <w:pPr>
      <w:pStyle w:val="Header"/>
      <w:ind w:left="-284"/>
      <w:jc w:val="left"/>
      <w:rPr>
        <w:sz w:val="18"/>
      </w:rPr>
    </w:pPr>
    <w:r w:rsidRPr="00F178E3">
      <w:rPr>
        <w:i/>
        <w:sz w:val="18"/>
      </w:rPr>
      <w:t>Critical Race and Whiteness Studies</w:t>
    </w:r>
    <w:r>
      <w:rPr>
        <w:sz w:val="18"/>
      </w:rPr>
      <w:t xml:space="preserve"> </w:t>
    </w:r>
    <w:r w:rsidR="00EE3FB3">
      <w:rPr>
        <w:sz w:val="18"/>
      </w:rPr>
      <w:t>Author Declaration</w:t>
    </w:r>
    <w:r w:rsidRPr="004C7875">
      <w:rPr>
        <w:sz w:val="18"/>
      </w:rPr>
      <w:t xml:space="preserve"> </w:t>
    </w:r>
    <w:r w:rsidRPr="004C7875">
      <w:rPr>
        <w:sz w:val="18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1D139" w14:textId="05F9624A" w:rsidR="00207CD8" w:rsidRDefault="00E62179" w:rsidP="008105AA">
    <w:pPr>
      <w:pStyle w:val="Header"/>
      <w:jc w:val="center"/>
    </w:pPr>
    <w:r>
      <w:rPr>
        <w:noProof/>
        <w:lang w:val="en-US"/>
      </w:rPr>
      <w:drawing>
        <wp:inline distT="0" distB="0" distL="0" distR="0" wp14:anchorId="259A93D5" wp14:editId="4EBC0CB4">
          <wp:extent cx="5111660" cy="1440000"/>
          <wp:effectExtent l="0" t="0" r="0" b="8255"/>
          <wp:docPr id="3" name="Picture 3" descr="/Users/samanthaschulz/Pictures/Photos Library.photoslibrary/Thumbnails/2018/02/06/20180206-041438/%rzRqnvHR++BMce2uIXcsQ/thumb_CRAWS_1024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samanthaschulz/Pictures/Photos Library.photoslibrary/Thumbnails/2018/02/06/20180206-041438/%rzRqnvHR++BMce2uIXcsQ/thumb_CRAWS_1024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166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E2643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B28BA0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C3CAA9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AE2F1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9EC1DA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DCAB8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BE6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54420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8293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7EC7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71A79"/>
    <w:multiLevelType w:val="multilevel"/>
    <w:tmpl w:val="861ED2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CC4EFC"/>
    <w:multiLevelType w:val="hybridMultilevel"/>
    <w:tmpl w:val="ADE80F3C"/>
    <w:lvl w:ilvl="0" w:tplc="FA3085F8">
      <w:start w:val="1"/>
      <w:numFmt w:val="none"/>
      <w:lvlText w:val="8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A62871"/>
    <w:multiLevelType w:val="hybridMultilevel"/>
    <w:tmpl w:val="6A280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074F2"/>
    <w:multiLevelType w:val="hybridMultilevel"/>
    <w:tmpl w:val="5DE0E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3877E0"/>
    <w:multiLevelType w:val="hybridMultilevel"/>
    <w:tmpl w:val="71543974"/>
    <w:lvl w:ilvl="0" w:tplc="80EA1C50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6628AA"/>
    <w:multiLevelType w:val="hybridMultilevel"/>
    <w:tmpl w:val="912CD0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A466184"/>
    <w:multiLevelType w:val="hybridMultilevel"/>
    <w:tmpl w:val="B040F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05C7E"/>
    <w:multiLevelType w:val="multilevel"/>
    <w:tmpl w:val="17CC3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2923F4"/>
    <w:multiLevelType w:val="hybridMultilevel"/>
    <w:tmpl w:val="71543974"/>
    <w:lvl w:ilvl="0" w:tplc="80EA1C50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E4C8D"/>
    <w:multiLevelType w:val="hybridMultilevel"/>
    <w:tmpl w:val="1F844DE0"/>
    <w:lvl w:ilvl="0" w:tplc="B6B86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666A06"/>
    <w:multiLevelType w:val="hybridMultilevel"/>
    <w:tmpl w:val="427881A4"/>
    <w:lvl w:ilvl="0" w:tplc="B6B86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216EC4"/>
    <w:multiLevelType w:val="hybridMultilevel"/>
    <w:tmpl w:val="47C24E9A"/>
    <w:lvl w:ilvl="0" w:tplc="FA3085F8">
      <w:start w:val="1"/>
      <w:numFmt w:val="none"/>
      <w:lvlText w:val="8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18"/>
  </w:num>
  <w:num w:numId="16">
    <w:abstractNumId w:val="15"/>
  </w:num>
  <w:num w:numId="17">
    <w:abstractNumId w:val="16"/>
  </w:num>
  <w:num w:numId="18">
    <w:abstractNumId w:val="10"/>
  </w:num>
  <w:num w:numId="19">
    <w:abstractNumId w:val="17"/>
  </w:num>
  <w:num w:numId="20">
    <w:abstractNumId w:val="21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ttachedTemplate r:id="rId1"/>
  <w:documentType w:val="letter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1C162E"/>
    <w:rsid w:val="00017A38"/>
    <w:rsid w:val="00064ED6"/>
    <w:rsid w:val="00066745"/>
    <w:rsid w:val="00066E4E"/>
    <w:rsid w:val="000C10AF"/>
    <w:rsid w:val="000C2F96"/>
    <w:rsid w:val="000D1F0F"/>
    <w:rsid w:val="00105F93"/>
    <w:rsid w:val="0011142B"/>
    <w:rsid w:val="00122947"/>
    <w:rsid w:val="00143314"/>
    <w:rsid w:val="00150E97"/>
    <w:rsid w:val="00167BE4"/>
    <w:rsid w:val="00171F6D"/>
    <w:rsid w:val="00176E04"/>
    <w:rsid w:val="001834A5"/>
    <w:rsid w:val="001C162E"/>
    <w:rsid w:val="001C6657"/>
    <w:rsid w:val="001D7090"/>
    <w:rsid w:val="001E1CB7"/>
    <w:rsid w:val="001E3D74"/>
    <w:rsid w:val="00207CD8"/>
    <w:rsid w:val="00213706"/>
    <w:rsid w:val="0022101A"/>
    <w:rsid w:val="00223CC6"/>
    <w:rsid w:val="0023566E"/>
    <w:rsid w:val="002374EE"/>
    <w:rsid w:val="00253CA7"/>
    <w:rsid w:val="002936E9"/>
    <w:rsid w:val="002A3460"/>
    <w:rsid w:val="002D34DB"/>
    <w:rsid w:val="002E0214"/>
    <w:rsid w:val="002E461B"/>
    <w:rsid w:val="00342560"/>
    <w:rsid w:val="00362E2F"/>
    <w:rsid w:val="003746A4"/>
    <w:rsid w:val="00377406"/>
    <w:rsid w:val="003A0E61"/>
    <w:rsid w:val="003B0217"/>
    <w:rsid w:val="003B4CEA"/>
    <w:rsid w:val="003B4FB2"/>
    <w:rsid w:val="003C2499"/>
    <w:rsid w:val="003F5230"/>
    <w:rsid w:val="00402FEB"/>
    <w:rsid w:val="004705C3"/>
    <w:rsid w:val="004879AD"/>
    <w:rsid w:val="00490752"/>
    <w:rsid w:val="00494205"/>
    <w:rsid w:val="00497F89"/>
    <w:rsid w:val="004C7875"/>
    <w:rsid w:val="005655E5"/>
    <w:rsid w:val="00576E22"/>
    <w:rsid w:val="00583E73"/>
    <w:rsid w:val="005B5031"/>
    <w:rsid w:val="005B6A0B"/>
    <w:rsid w:val="005B7FFB"/>
    <w:rsid w:val="00601BCD"/>
    <w:rsid w:val="00620D50"/>
    <w:rsid w:val="00630CC6"/>
    <w:rsid w:val="00632CF7"/>
    <w:rsid w:val="00653421"/>
    <w:rsid w:val="00660B86"/>
    <w:rsid w:val="00683D9B"/>
    <w:rsid w:val="006975CA"/>
    <w:rsid w:val="006A2788"/>
    <w:rsid w:val="006D020D"/>
    <w:rsid w:val="006E1EB1"/>
    <w:rsid w:val="006F718F"/>
    <w:rsid w:val="00714FD8"/>
    <w:rsid w:val="00743CC5"/>
    <w:rsid w:val="007456FA"/>
    <w:rsid w:val="00747D28"/>
    <w:rsid w:val="00775644"/>
    <w:rsid w:val="007830FF"/>
    <w:rsid w:val="007B05D1"/>
    <w:rsid w:val="007D6658"/>
    <w:rsid w:val="007E4DB8"/>
    <w:rsid w:val="008105AA"/>
    <w:rsid w:val="00830CCC"/>
    <w:rsid w:val="0083440E"/>
    <w:rsid w:val="00836E06"/>
    <w:rsid w:val="00837C6E"/>
    <w:rsid w:val="0085036F"/>
    <w:rsid w:val="0086165D"/>
    <w:rsid w:val="008878DE"/>
    <w:rsid w:val="008A09D7"/>
    <w:rsid w:val="008B0A93"/>
    <w:rsid w:val="008F2C01"/>
    <w:rsid w:val="009030A3"/>
    <w:rsid w:val="00922467"/>
    <w:rsid w:val="00954FBD"/>
    <w:rsid w:val="009766A0"/>
    <w:rsid w:val="009860EC"/>
    <w:rsid w:val="009936A1"/>
    <w:rsid w:val="009B32AD"/>
    <w:rsid w:val="009B7B94"/>
    <w:rsid w:val="009C62A2"/>
    <w:rsid w:val="009F0787"/>
    <w:rsid w:val="00A34EA0"/>
    <w:rsid w:val="00A44FD5"/>
    <w:rsid w:val="00A82181"/>
    <w:rsid w:val="00AB65E8"/>
    <w:rsid w:val="00AC05CC"/>
    <w:rsid w:val="00AC6D7D"/>
    <w:rsid w:val="00AD1538"/>
    <w:rsid w:val="00B22973"/>
    <w:rsid w:val="00B36BFC"/>
    <w:rsid w:val="00B431EC"/>
    <w:rsid w:val="00B500AB"/>
    <w:rsid w:val="00B6154F"/>
    <w:rsid w:val="00B705D5"/>
    <w:rsid w:val="00B750BF"/>
    <w:rsid w:val="00B90168"/>
    <w:rsid w:val="00B90DB1"/>
    <w:rsid w:val="00BB15BB"/>
    <w:rsid w:val="00BC6BBC"/>
    <w:rsid w:val="00BD1E09"/>
    <w:rsid w:val="00C127BB"/>
    <w:rsid w:val="00C15018"/>
    <w:rsid w:val="00C15D5E"/>
    <w:rsid w:val="00C26C4D"/>
    <w:rsid w:val="00C57BC6"/>
    <w:rsid w:val="00C8076F"/>
    <w:rsid w:val="00C87B5E"/>
    <w:rsid w:val="00CB6D9B"/>
    <w:rsid w:val="00CD7D47"/>
    <w:rsid w:val="00CE08AB"/>
    <w:rsid w:val="00CF07C9"/>
    <w:rsid w:val="00D00747"/>
    <w:rsid w:val="00D25B64"/>
    <w:rsid w:val="00D73DB2"/>
    <w:rsid w:val="00D75954"/>
    <w:rsid w:val="00D86001"/>
    <w:rsid w:val="00DE0A72"/>
    <w:rsid w:val="00E027C3"/>
    <w:rsid w:val="00E22015"/>
    <w:rsid w:val="00E34706"/>
    <w:rsid w:val="00E53D4C"/>
    <w:rsid w:val="00E62179"/>
    <w:rsid w:val="00E96105"/>
    <w:rsid w:val="00EC2645"/>
    <w:rsid w:val="00EE3FB3"/>
    <w:rsid w:val="00F003F8"/>
    <w:rsid w:val="00F1257B"/>
    <w:rsid w:val="00F178E3"/>
    <w:rsid w:val="00F215DD"/>
    <w:rsid w:val="00F43F35"/>
    <w:rsid w:val="00F82856"/>
    <w:rsid w:val="00F84179"/>
    <w:rsid w:val="00F86BB7"/>
    <w:rsid w:val="00F87D62"/>
    <w:rsid w:val="00F97ED6"/>
    <w:rsid w:val="00FF6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23E17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rsid w:val="009766A0"/>
    <w:rPr>
      <w:rFonts w:ascii="Verdana" w:hAnsi="Verdana"/>
      <w:lang w:val="en-AU"/>
    </w:rPr>
  </w:style>
  <w:style w:type="paragraph" w:styleId="Heading1">
    <w:name w:val="heading 1"/>
    <w:basedOn w:val="Normal"/>
    <w:next w:val="Normal"/>
    <w:link w:val="Heading1Char"/>
    <w:qFormat/>
    <w:rsid w:val="009766A0"/>
    <w:pPr>
      <w:keepNext/>
      <w:keepLines/>
      <w:spacing w:before="100" w:beforeAutospacing="1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766A0"/>
    <w:pPr>
      <w:keepNext/>
      <w:keepLines/>
      <w:spacing w:before="100" w:beforeAutospacing="1"/>
      <w:outlineLvl w:val="1"/>
    </w:pPr>
    <w:rPr>
      <w:rFonts w:eastAsiaTheme="majorEastAsia" w:cstheme="majorBidi"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766A0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C9115B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4C575F"/>
    <w:rPr>
      <w:rFonts w:ascii="Lucida Grande" w:hAnsi="Lucida Grande" w:cs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4C575F"/>
    <w:rPr>
      <w:rFonts w:ascii="Lucida Grande" w:hAnsi="Lucida Grande" w:cs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0C038A"/>
    <w:rPr>
      <w:rFonts w:ascii="Lucida Grande" w:hAnsi="Lucida Grande" w:cs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8E382D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8E382D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C60C9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D033C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Cs w:val="24"/>
    </w:rPr>
  </w:style>
  <w:style w:type="character" w:customStyle="1" w:styleId="HeaderChar">
    <w:name w:val="Header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color w:val="663366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663366" w:themeColor="accent1"/>
      <w:sz w:val="48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color w:val="663366" w:themeColor="accent1"/>
      <w:sz w:val="36"/>
    </w:rPr>
  </w:style>
  <w:style w:type="table" w:customStyle="1" w:styleId="HostTable-Borderless">
    <w:name w:val="Host Table - Borderless"/>
    <w:basedOn w:val="TableNormal"/>
    <w:rsid w:val="005C40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5C4041"/>
    <w:pPr>
      <w:spacing w:after="200"/>
    </w:pPr>
    <w:rPr>
      <w:color w:val="404040" w:themeColor="text1" w:themeTint="BF"/>
      <w:szCs w:val="20"/>
    </w:rPr>
  </w:style>
  <w:style w:type="character" w:customStyle="1" w:styleId="BodyTextChar">
    <w:name w:val="Body Text Char"/>
    <w:basedOn w:val="DefaultParagraphFont"/>
    <w:link w:val="BodyText"/>
    <w:rsid w:val="005C4041"/>
    <w:rPr>
      <w:color w:val="404040" w:themeColor="text1" w:themeTint="BF"/>
      <w:sz w:val="18"/>
      <w:szCs w:val="20"/>
    </w:rPr>
  </w:style>
  <w:style w:type="character" w:customStyle="1" w:styleId="Plus">
    <w:name w:val="Plus"/>
    <w:basedOn w:val="DefaultParagraphFont"/>
    <w:rsid w:val="005C4041"/>
    <w:rPr>
      <w:b/>
      <w:color w:val="B770B7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5C4041"/>
    <w:pPr>
      <w:spacing w:after="72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5C4041"/>
    <w:rPr>
      <w:color w:val="404040" w:themeColor="text1" w:themeTint="BF"/>
      <w:sz w:val="18"/>
    </w:rPr>
  </w:style>
  <w:style w:type="character" w:customStyle="1" w:styleId="BalloonTextChar1">
    <w:name w:val="Balloon Text Char1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663366" w:themeColor="accent1" w:shadow="1"/>
        <w:left w:val="single" w:sz="2" w:space="10" w:color="663366" w:themeColor="accent1" w:shadow="1"/>
        <w:bottom w:val="single" w:sz="2" w:space="10" w:color="663366" w:themeColor="accent1" w:shadow="1"/>
        <w:right w:val="single" w:sz="2" w:space="10" w:color="663366" w:themeColor="accent1" w:shadow="1"/>
      </w:pBdr>
      <w:ind w:left="1152" w:right="1152"/>
    </w:pPr>
    <w:rPr>
      <w:i/>
      <w:iCs/>
      <w:color w:val="663366" w:themeColor="accent1"/>
    </w:rPr>
  </w:style>
  <w:style w:type="paragraph" w:styleId="BodyText2">
    <w:name w:val="Body Text 2"/>
    <w:basedOn w:val="Normal"/>
    <w:link w:val="BodyText2Char"/>
    <w:semiHidden/>
    <w:unhideWhenUsed/>
    <w:rsid w:val="005C404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5C40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C4041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C4041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5C404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5C404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5C404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b/>
      <w:bCs/>
      <w:color w:val="663366" w:themeColor="accent1"/>
      <w:szCs w:val="18"/>
    </w:rPr>
  </w:style>
  <w:style w:type="paragraph" w:styleId="Closing">
    <w:name w:val="Closing"/>
    <w:basedOn w:val="Normal"/>
    <w:link w:val="ClosingChar"/>
    <w:semiHidden/>
    <w:unhideWhenUsed/>
    <w:rsid w:val="005C404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5C40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5C4041"/>
  </w:style>
  <w:style w:type="character" w:customStyle="1" w:styleId="DateChar">
    <w:name w:val="Date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DocumentMap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C4041"/>
  </w:style>
  <w:style w:type="character" w:customStyle="1" w:styleId="E-mailSignatureChar">
    <w:name w:val="E-mail Signature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5C40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C127BB"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C127BB"/>
    <w:rPr>
      <w:rFonts w:ascii="Verdana" w:hAnsi="Verdana"/>
      <w:sz w:val="20"/>
    </w:rPr>
  </w:style>
  <w:style w:type="paragraph" w:styleId="FootnoteText">
    <w:name w:val="footnote text"/>
    <w:basedOn w:val="Normal"/>
    <w:link w:val="FootnoteTextChar"/>
    <w:unhideWhenUsed/>
    <w:rsid w:val="004907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90752"/>
    <w:rPr>
      <w:rFonts w:ascii="Verdana" w:hAnsi="Verdana"/>
      <w:sz w:val="20"/>
      <w:szCs w:val="20"/>
      <w:lang w:val="en-AU"/>
    </w:rPr>
  </w:style>
  <w:style w:type="character" w:customStyle="1" w:styleId="Heading1Char">
    <w:name w:val="Heading 1 Char"/>
    <w:basedOn w:val="DefaultParagraphFont"/>
    <w:link w:val="Heading1"/>
    <w:rsid w:val="009766A0"/>
    <w:rPr>
      <w:rFonts w:ascii="Verdana" w:eastAsiaTheme="majorEastAsia" w:hAnsi="Verdana" w:cstheme="majorBidi"/>
      <w:b/>
      <w:bCs/>
      <w:sz w:val="26"/>
      <w:szCs w:val="28"/>
    </w:rPr>
  </w:style>
  <w:style w:type="character" w:customStyle="1" w:styleId="Heading2Char">
    <w:name w:val="Heading 2 Char"/>
    <w:basedOn w:val="DefaultParagraphFont"/>
    <w:link w:val="Heading2"/>
    <w:rsid w:val="009766A0"/>
    <w:rPr>
      <w:rFonts w:ascii="Verdana" w:eastAsiaTheme="majorEastAsia" w:hAnsi="Verdana" w:cstheme="majorBidi"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rsid w:val="009766A0"/>
    <w:rPr>
      <w:rFonts w:ascii="Verdana" w:eastAsiaTheme="majorEastAsia" w:hAnsi="Verdana" w:cstheme="majorBidi"/>
      <w:b/>
      <w:bCs/>
    </w:rPr>
  </w:style>
  <w:style w:type="character" w:customStyle="1" w:styleId="Heading4Char">
    <w:name w:val="Heading 4 Char"/>
    <w:basedOn w:val="DefaultParagraphFont"/>
    <w:link w:val="Heading4"/>
    <w:semiHidden/>
    <w:rsid w:val="005C4041"/>
    <w:rPr>
      <w:rFonts w:asciiTheme="majorHAnsi" w:eastAsiaTheme="majorEastAsia" w:hAnsiTheme="majorHAnsi" w:cstheme="majorBidi"/>
      <w:b/>
      <w:bCs/>
      <w:i/>
      <w:iCs/>
      <w:color w:val="663366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5C4041"/>
    <w:rPr>
      <w:rFonts w:asciiTheme="majorHAnsi" w:eastAsiaTheme="majorEastAsia" w:hAnsiTheme="majorHAnsi" w:cstheme="majorBidi"/>
      <w:color w:val="321932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5C4041"/>
    <w:rPr>
      <w:rFonts w:asciiTheme="majorHAnsi" w:eastAsiaTheme="majorEastAsia" w:hAnsiTheme="majorHAnsi" w:cstheme="majorBidi"/>
      <w:i/>
      <w:iCs/>
      <w:color w:val="321932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5C40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C404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5C404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5C4041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rsid w:val="005C4041"/>
    <w:rPr>
      <w:b/>
      <w:bCs/>
      <w:i/>
      <w:iCs/>
      <w:color w:val="663366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5C404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C404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C404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C404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C404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5C404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uiPriority w:val="99"/>
    <w:unhideWhenUsed/>
    <w:rsid w:val="005C4041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C4041"/>
  </w:style>
  <w:style w:type="character" w:customStyle="1" w:styleId="NoteHeadingChar">
    <w:name w:val="Note Heading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5C404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5C40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C4041"/>
  </w:style>
  <w:style w:type="character" w:customStyle="1" w:styleId="SalutationChar">
    <w:name w:val="Salutation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5C4041"/>
  </w:style>
  <w:style w:type="paragraph" w:styleId="Title">
    <w:name w:val="Title"/>
    <w:basedOn w:val="Normal"/>
    <w:next w:val="Normal"/>
    <w:link w:val="TitleChar"/>
    <w:qFormat/>
    <w:rsid w:val="005C4041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4041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  <w:style w:type="character" w:styleId="FootnoteReference">
    <w:name w:val="footnote reference"/>
    <w:basedOn w:val="DefaultParagraphFont"/>
    <w:rsid w:val="00066745"/>
    <w:rPr>
      <w:vertAlign w:val="superscript"/>
    </w:rPr>
  </w:style>
  <w:style w:type="character" w:styleId="PageNumber">
    <w:name w:val="page number"/>
    <w:basedOn w:val="DefaultParagraphFont"/>
    <w:rsid w:val="003C2499"/>
  </w:style>
  <w:style w:type="character" w:styleId="Hyperlink">
    <w:name w:val="Hyperlink"/>
    <w:basedOn w:val="DefaultParagraphFont"/>
    <w:rsid w:val="008F2C01"/>
    <w:rPr>
      <w:color w:val="BC5FBC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3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6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48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8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4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4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6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crawsjournal@acrawsa.org.au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acrawsa.org.au/craws/" TargetMode="External"/><Relationship Id="rId2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Stationery:Advantage%20Letter.dotx" TargetMode="External"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</a:majorFont>
      <a:minorFont>
        <a:latin typeface="Rockwell"/>
        <a:ea typeface=""/>
        <a:cs typeface=""/>
        <a:font script="Jpan" typeface="ＭＳ ゴシック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HD:Applications:Microsoft Office 2008:Office:Media:Templates:Stationery:Advantage Letter.dotx</Template>
  <TotalTime>1</TotalTime>
  <Pages>1</Pages>
  <Words>143</Words>
  <Characters>771</Characters>
  <Application>Microsoft Macintosh Word</Application>
  <DocSecurity>0</DocSecurity>
  <Lines>12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MANUSCRIPT COVER PAGE</vt:lpstr>
    </vt:vector>
  </TitlesOfParts>
  <Manager/>
  <Company/>
  <LinksUpToDate>false</LinksUpToDate>
  <CharactersWithSpaces>912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Moon</dc:creator>
  <cp:keywords/>
  <dc:description/>
  <cp:lastModifiedBy>Alana Lentin</cp:lastModifiedBy>
  <cp:revision>2</cp:revision>
  <cp:lastPrinted>2011-03-20T09:13:00Z</cp:lastPrinted>
  <dcterms:created xsi:type="dcterms:W3CDTF">2018-03-06T23:54:00Z</dcterms:created>
  <dcterms:modified xsi:type="dcterms:W3CDTF">2018-03-06T23:54:00Z</dcterms:modified>
  <cp:category/>
</cp:coreProperties>
</file>