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ABD7B" w14:textId="77777777" w:rsidR="008B0A93" w:rsidRPr="008B0A93" w:rsidRDefault="008B0A93" w:rsidP="00EE3FB3">
      <w:pPr>
        <w:pStyle w:val="Heading1"/>
        <w:jc w:val="center"/>
        <w:rPr>
          <w:rFonts w:ascii="Helvetica" w:hAnsi="Helvetica"/>
        </w:rPr>
      </w:pPr>
      <w:bookmarkStart w:id="0" w:name="_GoBack"/>
      <w:bookmarkEnd w:id="0"/>
      <w:r w:rsidRPr="008B0A93">
        <w:rPr>
          <w:rFonts w:ascii="Helvetica" w:hAnsi="Helvetica"/>
        </w:rPr>
        <w:t>Author Declaration</w:t>
      </w:r>
    </w:p>
    <w:p w14:paraId="2DB3E78F" w14:textId="77777777" w:rsidR="00EE3FB3" w:rsidRPr="008B0A93" w:rsidRDefault="00EE3FB3" w:rsidP="00EE3FB3">
      <w:pPr>
        <w:pStyle w:val="Heading1"/>
        <w:jc w:val="center"/>
        <w:rPr>
          <w:rFonts w:ascii="Helvetica" w:hAnsi="Helvetica"/>
          <w:iCs/>
        </w:rPr>
      </w:pPr>
      <w:r w:rsidRPr="008B0A93">
        <w:rPr>
          <w:rFonts w:ascii="Helvetica" w:hAnsi="Helvetica"/>
        </w:rPr>
        <w:t>Submission for Critical Race and Whiteness Studies</w:t>
      </w:r>
    </w:p>
    <w:p w14:paraId="69C7248D" w14:textId="77777777" w:rsidR="00EE3FB3" w:rsidRPr="008B0A93" w:rsidRDefault="00EE3FB3" w:rsidP="00954FBD">
      <w:pPr>
        <w:rPr>
          <w:rFonts w:ascii="Helvetica" w:hAnsi="Helvetica"/>
        </w:rPr>
      </w:pPr>
    </w:p>
    <w:p w14:paraId="17D219A1" w14:textId="77777777" w:rsidR="00EE3FB3" w:rsidRPr="008B0A93" w:rsidRDefault="00EE3FB3" w:rsidP="00954FBD">
      <w:pPr>
        <w:rPr>
          <w:rFonts w:ascii="Helvetica" w:hAnsi="Helvetica"/>
        </w:rPr>
      </w:pPr>
    </w:p>
    <w:p w14:paraId="722DF83F" w14:textId="77777777" w:rsidR="00A34EA0" w:rsidRPr="008B0A93" w:rsidRDefault="00A34EA0" w:rsidP="008B0A93">
      <w:pPr>
        <w:jc w:val="center"/>
        <w:rPr>
          <w:rFonts w:ascii="Helvetica" w:hAnsi="Helvetica"/>
        </w:rPr>
      </w:pPr>
      <w:r w:rsidRPr="008B0A93">
        <w:rPr>
          <w:rFonts w:ascii="Helvetica" w:hAnsi="Helvetica"/>
        </w:rPr>
        <w:t xml:space="preserve">(NB Your manuscript will not </w:t>
      </w:r>
      <w:r w:rsidR="00B90168">
        <w:rPr>
          <w:rFonts w:ascii="Helvetica" w:hAnsi="Helvetica"/>
        </w:rPr>
        <w:t xml:space="preserve">be </w:t>
      </w:r>
      <w:r w:rsidRPr="008B0A93">
        <w:rPr>
          <w:rFonts w:ascii="Helvetica" w:hAnsi="Helvetica"/>
        </w:rPr>
        <w:t>review</w:t>
      </w:r>
      <w:r w:rsidR="00B90168">
        <w:rPr>
          <w:rFonts w:ascii="Helvetica" w:hAnsi="Helvetica"/>
        </w:rPr>
        <w:t>ed</w:t>
      </w:r>
      <w:r w:rsidRPr="008B0A93">
        <w:rPr>
          <w:rFonts w:ascii="Helvetica" w:hAnsi="Helvetica"/>
        </w:rPr>
        <w:t xml:space="preserve"> until this completed </w:t>
      </w:r>
      <w:r w:rsidR="008B0A93">
        <w:rPr>
          <w:rFonts w:ascii="Helvetica" w:hAnsi="Helvetica"/>
        </w:rPr>
        <w:t>declaration is received</w:t>
      </w:r>
      <w:r w:rsidRPr="008B0A93">
        <w:rPr>
          <w:rFonts w:ascii="Helvetica" w:hAnsi="Helvetica"/>
        </w:rPr>
        <w:t>)</w:t>
      </w:r>
    </w:p>
    <w:p w14:paraId="68998305" w14:textId="77777777" w:rsidR="00A34EA0" w:rsidRPr="008B0A93" w:rsidRDefault="00A34EA0" w:rsidP="00A34EA0">
      <w:pPr>
        <w:rPr>
          <w:rFonts w:ascii="Helvetica" w:hAnsi="Helvetica"/>
        </w:rPr>
      </w:pPr>
    </w:p>
    <w:p w14:paraId="644433A7" w14:textId="77777777" w:rsidR="00A34EA0" w:rsidRPr="008B0A93" w:rsidRDefault="00A34EA0" w:rsidP="00A34EA0">
      <w:pPr>
        <w:rPr>
          <w:rFonts w:ascii="Helvetica" w:hAnsi="Helvetica"/>
        </w:rPr>
      </w:pPr>
    </w:p>
    <w:p w14:paraId="277E6988" w14:textId="77777777" w:rsidR="00A34EA0" w:rsidRPr="008B0A93" w:rsidRDefault="00A34EA0" w:rsidP="00A34EA0">
      <w:pPr>
        <w:rPr>
          <w:rFonts w:ascii="Helvetica" w:hAnsi="Helvetica"/>
        </w:rPr>
      </w:pPr>
      <w:r w:rsidRPr="008B0A93">
        <w:rPr>
          <w:rFonts w:ascii="Helvetica" w:hAnsi="Helvetica"/>
        </w:rPr>
        <w:t>I/we confirm that my/our paper</w:t>
      </w:r>
    </w:p>
    <w:p w14:paraId="37A35468" w14:textId="77777777" w:rsidR="00A34EA0" w:rsidRPr="008B0A93" w:rsidRDefault="00A34EA0" w:rsidP="00A34EA0">
      <w:pPr>
        <w:rPr>
          <w:rFonts w:ascii="Helvetica" w:hAnsi="Helvetica"/>
        </w:rPr>
      </w:pPr>
    </w:p>
    <w:p w14:paraId="0FE9F6FF" w14:textId="77777777" w:rsidR="00A34EA0" w:rsidRPr="008B0A93" w:rsidRDefault="00A34EA0" w:rsidP="00A34EA0">
      <w:pPr>
        <w:rPr>
          <w:rFonts w:ascii="Helvetica" w:hAnsi="Helvetica"/>
        </w:rPr>
      </w:pPr>
      <w:r w:rsidRPr="008B0A93">
        <w:rPr>
          <w:rFonts w:ascii="Helvetica" w:hAnsi="Helvetica"/>
        </w:rPr>
        <w:t>(Title)</w:t>
      </w:r>
    </w:p>
    <w:p w14:paraId="1DB5469E" w14:textId="77777777" w:rsidR="00A34EA0" w:rsidRPr="008B0A93" w:rsidRDefault="00A34EA0" w:rsidP="00A34EA0">
      <w:pPr>
        <w:rPr>
          <w:rFonts w:ascii="Helvetica" w:hAnsi="Helvetica"/>
        </w:rPr>
      </w:pPr>
    </w:p>
    <w:p w14:paraId="4E62D4CB" w14:textId="77777777" w:rsidR="00A34EA0" w:rsidRPr="008B0A93" w:rsidRDefault="00A34EA0" w:rsidP="00A34EA0">
      <w:pPr>
        <w:rPr>
          <w:rFonts w:ascii="Helvetica" w:hAnsi="Helvetica"/>
        </w:rPr>
      </w:pPr>
    </w:p>
    <w:p w14:paraId="408A4ED5" w14:textId="77777777" w:rsidR="00A34EA0" w:rsidRDefault="00A34EA0" w:rsidP="00A34EA0">
      <w:pPr>
        <w:rPr>
          <w:rFonts w:ascii="Helvetica" w:hAnsi="Helvetica"/>
        </w:rPr>
      </w:pPr>
      <w:r w:rsidRPr="008B0A93">
        <w:rPr>
          <w:rFonts w:ascii="Helvetica" w:hAnsi="Helvetica"/>
        </w:rPr>
        <w:t>…………………………………………………………………………</w:t>
      </w:r>
      <w:r w:rsidR="00620D50">
        <w:rPr>
          <w:rFonts w:ascii="Helvetica" w:hAnsi="Helvetica"/>
        </w:rPr>
        <w:t>…………………………</w:t>
      </w:r>
      <w:r w:rsidR="00B90168">
        <w:rPr>
          <w:rFonts w:ascii="Helvetica" w:hAnsi="Helvetica"/>
        </w:rPr>
        <w:t>………</w:t>
      </w:r>
    </w:p>
    <w:p w14:paraId="14FF081D" w14:textId="77777777" w:rsidR="00B90168" w:rsidRPr="008B0A93" w:rsidRDefault="00B90168" w:rsidP="00A34EA0">
      <w:pPr>
        <w:rPr>
          <w:rFonts w:ascii="Helvetica" w:hAnsi="Helvetica"/>
        </w:rPr>
      </w:pPr>
    </w:p>
    <w:p w14:paraId="16E705FF" w14:textId="77777777" w:rsidR="00A34EA0" w:rsidRPr="008B0A93" w:rsidRDefault="00A34EA0" w:rsidP="00A34EA0">
      <w:pPr>
        <w:rPr>
          <w:rFonts w:ascii="Helvetica" w:hAnsi="Helvetica"/>
        </w:rPr>
      </w:pPr>
    </w:p>
    <w:p w14:paraId="37DDC9B9" w14:textId="77777777" w:rsidR="00A34EA0" w:rsidRPr="008B0A93" w:rsidRDefault="00A34EA0" w:rsidP="00A34EA0">
      <w:pPr>
        <w:rPr>
          <w:rFonts w:ascii="Helvetica" w:hAnsi="Helvetica"/>
        </w:rPr>
      </w:pPr>
      <w:r w:rsidRPr="008B0A93">
        <w:rPr>
          <w:rFonts w:ascii="Helvetica" w:hAnsi="Helvetica"/>
        </w:rPr>
        <w:t>is not currently under review elsewhere, and has not previously been published, in whole or in part.</w:t>
      </w:r>
    </w:p>
    <w:p w14:paraId="52909FFD" w14:textId="77777777" w:rsidR="00A34EA0" w:rsidRPr="008B0A93" w:rsidRDefault="00A34EA0" w:rsidP="00A34EA0">
      <w:pPr>
        <w:rPr>
          <w:rFonts w:ascii="Helvetica" w:hAnsi="Helvetica"/>
        </w:rPr>
      </w:pPr>
    </w:p>
    <w:p w14:paraId="11568853" w14:textId="77777777" w:rsidR="00A34EA0" w:rsidRPr="008B0A93" w:rsidRDefault="00A34EA0" w:rsidP="00A34EA0">
      <w:pPr>
        <w:rPr>
          <w:rFonts w:ascii="Helvetica" w:hAnsi="Helvetica"/>
        </w:rPr>
      </w:pPr>
    </w:p>
    <w:p w14:paraId="3FB8A2B5" w14:textId="77777777" w:rsidR="00A34EA0" w:rsidRPr="008B0A93" w:rsidRDefault="00A34EA0" w:rsidP="00A34EA0">
      <w:pPr>
        <w:rPr>
          <w:rFonts w:ascii="Helvetica" w:hAnsi="Helvetica"/>
        </w:rPr>
      </w:pPr>
    </w:p>
    <w:p w14:paraId="2946C954" w14:textId="77777777" w:rsidR="00A34EA0" w:rsidRPr="008B0A93" w:rsidRDefault="00A34EA0" w:rsidP="00A34EA0">
      <w:pPr>
        <w:rPr>
          <w:rFonts w:ascii="Helvetica" w:hAnsi="Helvetica"/>
        </w:rPr>
      </w:pPr>
    </w:p>
    <w:p w14:paraId="1BA6719C" w14:textId="77777777" w:rsidR="00A34EA0" w:rsidRPr="008B0A93" w:rsidRDefault="00A34EA0" w:rsidP="00A34EA0">
      <w:pPr>
        <w:rPr>
          <w:rFonts w:ascii="Helvetica" w:hAnsi="Helvetica"/>
        </w:rPr>
      </w:pPr>
    </w:p>
    <w:p w14:paraId="5B613C32" w14:textId="77777777" w:rsidR="00A34EA0" w:rsidRPr="008B0A93" w:rsidRDefault="00A34EA0" w:rsidP="00A34EA0">
      <w:pPr>
        <w:rPr>
          <w:rFonts w:ascii="Helvetica" w:hAnsi="Helvetica"/>
        </w:rPr>
      </w:pPr>
      <w:r w:rsidRPr="008B0A93">
        <w:rPr>
          <w:rFonts w:ascii="Helvetica" w:hAnsi="Helvetica"/>
        </w:rPr>
        <w:t>……………………………………………………………………</w:t>
      </w:r>
      <w:r w:rsidR="006E1EB1">
        <w:rPr>
          <w:rFonts w:ascii="Helvetica" w:hAnsi="Helvetica"/>
        </w:rPr>
        <w:t>………………………</w:t>
      </w:r>
      <w:r w:rsidRPr="008B0A93">
        <w:rPr>
          <w:rFonts w:ascii="Helvetica" w:hAnsi="Helvetica"/>
        </w:rPr>
        <w:t>Signature(s)</w:t>
      </w:r>
    </w:p>
    <w:p w14:paraId="3C4F31CA" w14:textId="77777777" w:rsidR="00A34EA0" w:rsidRPr="008B0A93" w:rsidRDefault="00A34EA0" w:rsidP="00A34EA0">
      <w:pPr>
        <w:rPr>
          <w:rFonts w:ascii="Helvetica" w:hAnsi="Helvetica"/>
        </w:rPr>
      </w:pPr>
    </w:p>
    <w:p w14:paraId="4535F43D" w14:textId="77777777" w:rsidR="00A34EA0" w:rsidRPr="008B0A93" w:rsidRDefault="00A34EA0" w:rsidP="00A34EA0">
      <w:pPr>
        <w:rPr>
          <w:rFonts w:ascii="Helvetica" w:hAnsi="Helvetica"/>
        </w:rPr>
      </w:pPr>
    </w:p>
    <w:p w14:paraId="41E7AA8B" w14:textId="77777777" w:rsidR="00A34EA0" w:rsidRPr="008B0A93" w:rsidRDefault="00A34EA0" w:rsidP="00A34EA0">
      <w:pPr>
        <w:rPr>
          <w:rFonts w:ascii="Helvetica" w:hAnsi="Helvetica"/>
        </w:rPr>
      </w:pPr>
    </w:p>
    <w:p w14:paraId="6F865CED" w14:textId="77777777" w:rsidR="00A34EA0" w:rsidRPr="008B0A93" w:rsidRDefault="00A34EA0" w:rsidP="00A34EA0">
      <w:pPr>
        <w:rPr>
          <w:rFonts w:ascii="Helvetica" w:hAnsi="Helvetica"/>
        </w:rPr>
      </w:pPr>
      <w:r w:rsidRPr="008B0A93">
        <w:rPr>
          <w:rFonts w:ascii="Helvetica" w:hAnsi="Helvetica"/>
        </w:rPr>
        <w:t>………………………………………………………………………</w:t>
      </w:r>
      <w:r w:rsidR="006E1EB1">
        <w:rPr>
          <w:rFonts w:ascii="Helvetica" w:hAnsi="Helvetica"/>
        </w:rPr>
        <w:t>………………………</w:t>
      </w:r>
      <w:r w:rsidRPr="008B0A93">
        <w:rPr>
          <w:rFonts w:ascii="Helvetica" w:hAnsi="Helvetica"/>
        </w:rPr>
        <w:t>Name(s)</w:t>
      </w:r>
    </w:p>
    <w:p w14:paraId="10A7E66A" w14:textId="77777777" w:rsidR="00A34EA0" w:rsidRPr="008B0A93" w:rsidRDefault="00A34EA0" w:rsidP="00A34EA0">
      <w:pPr>
        <w:rPr>
          <w:rFonts w:ascii="Helvetica" w:hAnsi="Helvetica"/>
        </w:rPr>
      </w:pPr>
    </w:p>
    <w:p w14:paraId="143F1CCB" w14:textId="77777777" w:rsidR="00A34EA0" w:rsidRPr="008B0A93" w:rsidRDefault="00A34EA0" w:rsidP="00A34EA0">
      <w:pPr>
        <w:rPr>
          <w:rFonts w:ascii="Helvetica" w:hAnsi="Helvetica"/>
        </w:rPr>
      </w:pPr>
    </w:p>
    <w:p w14:paraId="544058A2" w14:textId="77777777" w:rsidR="00A34EA0" w:rsidRPr="008B0A93" w:rsidRDefault="00A34EA0" w:rsidP="00A34EA0">
      <w:pPr>
        <w:rPr>
          <w:rFonts w:ascii="Helvetica" w:hAnsi="Helvetica"/>
        </w:rPr>
      </w:pPr>
    </w:p>
    <w:p w14:paraId="4395243B" w14:textId="77777777" w:rsidR="00A34EA0" w:rsidRPr="008B0A93" w:rsidRDefault="00A34EA0" w:rsidP="00A34EA0">
      <w:pPr>
        <w:rPr>
          <w:rFonts w:ascii="Helvetica" w:hAnsi="Helvetica"/>
        </w:rPr>
      </w:pPr>
      <w:r w:rsidRPr="008B0A93">
        <w:rPr>
          <w:rFonts w:ascii="Helvetica" w:hAnsi="Helvetica"/>
        </w:rPr>
        <w:t>…………………………………Date</w:t>
      </w:r>
    </w:p>
    <w:p w14:paraId="4B9BBC0E" w14:textId="77777777" w:rsidR="00FF6B3E" w:rsidRDefault="00FF6B3E" w:rsidP="00A34EA0">
      <w:pPr>
        <w:rPr>
          <w:rFonts w:ascii="Helvetica" w:hAnsi="Helvetica"/>
        </w:rPr>
      </w:pPr>
    </w:p>
    <w:p w14:paraId="308A5003" w14:textId="77777777" w:rsidR="00C8076F" w:rsidRDefault="00C8076F" w:rsidP="00A34EA0">
      <w:pPr>
        <w:rPr>
          <w:rFonts w:ascii="Helvetica" w:hAnsi="Helvetica"/>
        </w:rPr>
      </w:pPr>
    </w:p>
    <w:p w14:paraId="452C3E49" w14:textId="77777777" w:rsidR="00C8076F" w:rsidRDefault="00C8076F" w:rsidP="00A34EA0">
      <w:pPr>
        <w:rPr>
          <w:rFonts w:ascii="Helvetica" w:hAnsi="Helvetica"/>
        </w:rPr>
      </w:pPr>
    </w:p>
    <w:p w14:paraId="4D5E3D07" w14:textId="4E693C24" w:rsidR="00C8076F" w:rsidRPr="00C8076F" w:rsidRDefault="00C8076F" w:rsidP="00C8076F">
      <w:pPr>
        <w:jc w:val="center"/>
        <w:rPr>
          <w:rFonts w:ascii="Helvetica" w:hAnsi="Helvetica"/>
          <w:b/>
        </w:rPr>
      </w:pPr>
      <w:r>
        <w:rPr>
          <w:rFonts w:ascii="Helvetica" w:hAnsi="Helvetica"/>
          <w:b/>
        </w:rPr>
        <w:t>Email completed form</w:t>
      </w:r>
      <w:r w:rsidR="00A83EE4">
        <w:rPr>
          <w:rFonts w:ascii="Helvetica" w:hAnsi="Helvetica"/>
          <w:b/>
        </w:rPr>
        <w:t xml:space="preserve"> along with </w:t>
      </w:r>
      <w:r w:rsidR="00B57141">
        <w:rPr>
          <w:rFonts w:ascii="Helvetica" w:hAnsi="Helvetica"/>
          <w:b/>
        </w:rPr>
        <w:t>de-identified and identified manuscripts, and manuscript cover page</w:t>
      </w:r>
      <w:r>
        <w:rPr>
          <w:rFonts w:ascii="Helvetica" w:hAnsi="Helvetica"/>
          <w:b/>
        </w:rPr>
        <w:t xml:space="preserve"> to: </w:t>
      </w:r>
      <w:hyperlink r:id="rId7" w:history="1">
        <w:r w:rsidR="00D75D5F" w:rsidRPr="009731AF">
          <w:rPr>
            <w:rStyle w:val="Hyperlink"/>
            <w:rFonts w:ascii="Helvetica" w:hAnsi="Helvetica"/>
            <w:b/>
          </w:rPr>
          <w:t>crawsjournal@acrawsa.org.au</w:t>
        </w:r>
      </w:hyperlink>
      <w:r w:rsidR="00D75D5F">
        <w:rPr>
          <w:rFonts w:ascii="Helvetica" w:hAnsi="Helvetica"/>
          <w:b/>
        </w:rPr>
        <w:t xml:space="preserve"> </w:t>
      </w:r>
    </w:p>
    <w:sectPr w:rsidR="00C8076F" w:rsidRPr="00C8076F" w:rsidSect="003B021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34" w:code="1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5B9A5" w14:textId="77777777" w:rsidR="0037513F" w:rsidRDefault="0037513F">
      <w:r>
        <w:separator/>
      </w:r>
    </w:p>
  </w:endnote>
  <w:endnote w:type="continuationSeparator" w:id="0">
    <w:p w14:paraId="58F3FC38" w14:textId="77777777" w:rsidR="0037513F" w:rsidRDefault="00375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Helvetica">
    <w:panose1 w:val="00000000000000000000"/>
    <w:charset w:val="CC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AA7DF" w14:textId="77777777" w:rsidR="00207CD8" w:rsidRDefault="00143314" w:rsidP="00066E4E">
    <w:pPr>
      <w:pStyle w:val="Footer"/>
      <w:framePr w:wrap="around" w:vAnchor="text" w:hAnchor="margin" w:xAlign="right" w:y="1"/>
      <w:rPr>
        <w:rStyle w:val="PageNumber"/>
        <w:sz w:val="22"/>
      </w:rPr>
    </w:pPr>
    <w:r>
      <w:rPr>
        <w:rStyle w:val="PageNumber"/>
      </w:rPr>
      <w:fldChar w:fldCharType="begin"/>
    </w:r>
    <w:r w:rsidR="00207CD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16EC55" w14:textId="77777777" w:rsidR="00207CD8" w:rsidRDefault="00207CD8" w:rsidP="003C249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3602E" w14:textId="77777777" w:rsidR="00207CD8" w:rsidRPr="003C2499" w:rsidRDefault="00143314" w:rsidP="00066E4E">
    <w:pPr>
      <w:pStyle w:val="Footer"/>
      <w:framePr w:wrap="around" w:vAnchor="text" w:hAnchor="margin" w:xAlign="right" w:y="1"/>
      <w:rPr>
        <w:rStyle w:val="PageNumber"/>
        <w:sz w:val="22"/>
      </w:rPr>
    </w:pPr>
    <w:r w:rsidRPr="003C2499">
      <w:rPr>
        <w:rStyle w:val="PageNumber"/>
      </w:rPr>
      <w:fldChar w:fldCharType="begin"/>
    </w:r>
    <w:r w:rsidR="00207CD8" w:rsidRPr="003C2499">
      <w:rPr>
        <w:rStyle w:val="PageNumber"/>
      </w:rPr>
      <w:instrText xml:space="preserve">PAGE  </w:instrText>
    </w:r>
    <w:r w:rsidRPr="003C2499">
      <w:rPr>
        <w:rStyle w:val="PageNumber"/>
      </w:rPr>
      <w:fldChar w:fldCharType="separate"/>
    </w:r>
    <w:r w:rsidR="00A34EA0">
      <w:rPr>
        <w:rStyle w:val="PageNumber"/>
        <w:noProof/>
      </w:rPr>
      <w:t>3</w:t>
    </w:r>
    <w:r w:rsidRPr="003C2499">
      <w:rPr>
        <w:rStyle w:val="PageNumber"/>
      </w:rPr>
      <w:fldChar w:fldCharType="end"/>
    </w:r>
  </w:p>
  <w:p w14:paraId="7DAD8153" w14:textId="77777777" w:rsidR="00207CD8" w:rsidRDefault="00207CD8" w:rsidP="003C2499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560E7" w14:textId="49415DA3" w:rsidR="00207CD8" w:rsidRPr="004C7875" w:rsidRDefault="00207CD8" w:rsidP="00C127BB">
    <w:pPr>
      <w:pStyle w:val="Footer"/>
      <w:rPr>
        <w:sz w:val="18"/>
      </w:rPr>
    </w:pPr>
    <w:r w:rsidRPr="00D75D5F">
      <w:rPr>
        <w:sz w:val="18"/>
      </w:rPr>
      <w:t xml:space="preserve">ISSN </w:t>
    </w:r>
    <w:r w:rsidRPr="00D75D5F">
      <w:rPr>
        <w:rFonts w:cs="Tahoma"/>
        <w:color w:val="1F1F1F"/>
        <w:sz w:val="18"/>
        <w:szCs w:val="26"/>
        <w:lang w:val="en-US"/>
      </w:rPr>
      <w:t>1838-8310</w:t>
    </w:r>
    <w:r w:rsidRPr="00D75D5F">
      <w:rPr>
        <w:sz w:val="18"/>
      </w:rPr>
      <w:t xml:space="preserve"> © Australian Critical Race and Wh</w:t>
    </w:r>
    <w:r w:rsidR="00D75D5F">
      <w:rPr>
        <w:sz w:val="18"/>
      </w:rPr>
      <w:t>iteness Studies Association 2018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B1603" w14:textId="77777777" w:rsidR="0037513F" w:rsidRDefault="0037513F">
      <w:r>
        <w:separator/>
      </w:r>
    </w:p>
  </w:footnote>
  <w:footnote w:type="continuationSeparator" w:id="0">
    <w:p w14:paraId="0CF736A7" w14:textId="77777777" w:rsidR="0037513F" w:rsidRDefault="003751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F95D3" w14:textId="77777777" w:rsidR="00207CD8" w:rsidRPr="004C7875" w:rsidRDefault="00207CD8" w:rsidP="00CF07C9">
    <w:pPr>
      <w:pStyle w:val="Header"/>
      <w:ind w:left="-284"/>
      <w:jc w:val="left"/>
      <w:rPr>
        <w:sz w:val="18"/>
      </w:rPr>
    </w:pPr>
    <w:r w:rsidRPr="00F178E3">
      <w:rPr>
        <w:i/>
        <w:sz w:val="18"/>
      </w:rPr>
      <w:t>Critical Race and Whiteness Studies</w:t>
    </w:r>
    <w:r>
      <w:rPr>
        <w:sz w:val="18"/>
      </w:rPr>
      <w:t xml:space="preserve"> </w:t>
    </w:r>
    <w:r w:rsidR="00EE3FB3">
      <w:rPr>
        <w:sz w:val="18"/>
      </w:rPr>
      <w:t>Author Declaration</w:t>
    </w:r>
    <w:r w:rsidRPr="004C7875">
      <w:rPr>
        <w:sz w:val="18"/>
      </w:rPr>
      <w:t xml:space="preserve"> </w:t>
    </w:r>
    <w:r w:rsidRPr="004C7875">
      <w:rPr>
        <w:sz w:val="18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1D139" w14:textId="05F9624A" w:rsidR="00207CD8" w:rsidRDefault="00E62179" w:rsidP="008105AA">
    <w:pPr>
      <w:pStyle w:val="Header"/>
      <w:jc w:val="center"/>
    </w:pPr>
    <w:r>
      <w:rPr>
        <w:noProof/>
        <w:lang w:val="en-US"/>
      </w:rPr>
      <w:drawing>
        <wp:inline distT="0" distB="0" distL="0" distR="0" wp14:anchorId="259A93D5" wp14:editId="4EBC0CB4">
          <wp:extent cx="5111660" cy="1440000"/>
          <wp:effectExtent l="0" t="0" r="0" b="8255"/>
          <wp:docPr id="3" name="Picture 3" descr="/Users/samanthaschulz/Pictures/Photos Library.photoslibrary/Thumbnails/2018/02/06/20180206-041438/%rzRqnvHR++BMce2uIXcsQ/thumb_CRAWS_1024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samanthaschulz/Pictures/Photos Library.photoslibrary/Thumbnails/2018/02/06/20180206-041438/%rzRqnvHR++BMce2uIXcsQ/thumb_CRAWS_1024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166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E2643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B28BA0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C3CAA9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AE2F1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9EC1DA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DCAB8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BE6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54420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8293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7EC7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71A79"/>
    <w:multiLevelType w:val="multilevel"/>
    <w:tmpl w:val="861ED2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CC4EFC"/>
    <w:multiLevelType w:val="hybridMultilevel"/>
    <w:tmpl w:val="ADE80F3C"/>
    <w:lvl w:ilvl="0" w:tplc="FA3085F8">
      <w:start w:val="1"/>
      <w:numFmt w:val="none"/>
      <w:lvlText w:val="8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A62871"/>
    <w:multiLevelType w:val="hybridMultilevel"/>
    <w:tmpl w:val="6A280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074F2"/>
    <w:multiLevelType w:val="hybridMultilevel"/>
    <w:tmpl w:val="5DE0E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3877E0"/>
    <w:multiLevelType w:val="hybridMultilevel"/>
    <w:tmpl w:val="71543974"/>
    <w:lvl w:ilvl="0" w:tplc="80EA1C50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6628AA"/>
    <w:multiLevelType w:val="hybridMultilevel"/>
    <w:tmpl w:val="912CD0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A466184"/>
    <w:multiLevelType w:val="hybridMultilevel"/>
    <w:tmpl w:val="B040F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05C7E"/>
    <w:multiLevelType w:val="multilevel"/>
    <w:tmpl w:val="17CC3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2923F4"/>
    <w:multiLevelType w:val="hybridMultilevel"/>
    <w:tmpl w:val="71543974"/>
    <w:lvl w:ilvl="0" w:tplc="80EA1C50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E4C8D"/>
    <w:multiLevelType w:val="hybridMultilevel"/>
    <w:tmpl w:val="1F844DE0"/>
    <w:lvl w:ilvl="0" w:tplc="B6B86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666A06"/>
    <w:multiLevelType w:val="hybridMultilevel"/>
    <w:tmpl w:val="427881A4"/>
    <w:lvl w:ilvl="0" w:tplc="B6B86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216EC4"/>
    <w:multiLevelType w:val="hybridMultilevel"/>
    <w:tmpl w:val="47C24E9A"/>
    <w:lvl w:ilvl="0" w:tplc="FA3085F8">
      <w:start w:val="1"/>
      <w:numFmt w:val="none"/>
      <w:lvlText w:val="8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18"/>
  </w:num>
  <w:num w:numId="16">
    <w:abstractNumId w:val="15"/>
  </w:num>
  <w:num w:numId="17">
    <w:abstractNumId w:val="16"/>
  </w:num>
  <w:num w:numId="18">
    <w:abstractNumId w:val="10"/>
  </w:num>
  <w:num w:numId="19">
    <w:abstractNumId w:val="17"/>
  </w:num>
  <w:num w:numId="20">
    <w:abstractNumId w:val="21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attachedTemplate r:id="rId1"/>
  <w:documentType w:val="letter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1C162E"/>
    <w:rsid w:val="00017A38"/>
    <w:rsid w:val="00064ED6"/>
    <w:rsid w:val="00066745"/>
    <w:rsid w:val="00066E4E"/>
    <w:rsid w:val="000C10AF"/>
    <w:rsid w:val="000D1F0F"/>
    <w:rsid w:val="00105F93"/>
    <w:rsid w:val="0011142B"/>
    <w:rsid w:val="00122947"/>
    <w:rsid w:val="00143314"/>
    <w:rsid w:val="00150E97"/>
    <w:rsid w:val="00171F6D"/>
    <w:rsid w:val="00176E04"/>
    <w:rsid w:val="001834A5"/>
    <w:rsid w:val="001C162E"/>
    <w:rsid w:val="001C6657"/>
    <w:rsid w:val="001D7090"/>
    <w:rsid w:val="001E1CB7"/>
    <w:rsid w:val="00207CD8"/>
    <w:rsid w:val="00213706"/>
    <w:rsid w:val="0022101A"/>
    <w:rsid w:val="00223CC6"/>
    <w:rsid w:val="0023566E"/>
    <w:rsid w:val="002374EE"/>
    <w:rsid w:val="00253CA7"/>
    <w:rsid w:val="002A3460"/>
    <w:rsid w:val="002D34DB"/>
    <w:rsid w:val="002E0214"/>
    <w:rsid w:val="00362E2F"/>
    <w:rsid w:val="003746A4"/>
    <w:rsid w:val="0037513F"/>
    <w:rsid w:val="00377406"/>
    <w:rsid w:val="003B0217"/>
    <w:rsid w:val="003B4CEA"/>
    <w:rsid w:val="003C2499"/>
    <w:rsid w:val="003F5230"/>
    <w:rsid w:val="00402FEB"/>
    <w:rsid w:val="004705C3"/>
    <w:rsid w:val="004879AD"/>
    <w:rsid w:val="00490752"/>
    <w:rsid w:val="00494205"/>
    <w:rsid w:val="00497F89"/>
    <w:rsid w:val="004C7875"/>
    <w:rsid w:val="005655E5"/>
    <w:rsid w:val="00576E22"/>
    <w:rsid w:val="00583E73"/>
    <w:rsid w:val="005B5031"/>
    <w:rsid w:val="005B6A0B"/>
    <w:rsid w:val="005B7FFB"/>
    <w:rsid w:val="005C3D49"/>
    <w:rsid w:val="00601BCD"/>
    <w:rsid w:val="00620D50"/>
    <w:rsid w:val="00630CC6"/>
    <w:rsid w:val="00653421"/>
    <w:rsid w:val="00660B86"/>
    <w:rsid w:val="00683D9B"/>
    <w:rsid w:val="006975CA"/>
    <w:rsid w:val="006A2788"/>
    <w:rsid w:val="006D020D"/>
    <w:rsid w:val="006E1EB1"/>
    <w:rsid w:val="006F718F"/>
    <w:rsid w:val="00743CC5"/>
    <w:rsid w:val="007456FA"/>
    <w:rsid w:val="00775644"/>
    <w:rsid w:val="007830FF"/>
    <w:rsid w:val="007B05D1"/>
    <w:rsid w:val="007D6658"/>
    <w:rsid w:val="007E4DB8"/>
    <w:rsid w:val="008105AA"/>
    <w:rsid w:val="00830CCC"/>
    <w:rsid w:val="0083440E"/>
    <w:rsid w:val="00836E06"/>
    <w:rsid w:val="0085036F"/>
    <w:rsid w:val="0086165D"/>
    <w:rsid w:val="008878DE"/>
    <w:rsid w:val="008A09D7"/>
    <w:rsid w:val="008B0A93"/>
    <w:rsid w:val="008F2C01"/>
    <w:rsid w:val="00922467"/>
    <w:rsid w:val="00954FBD"/>
    <w:rsid w:val="009766A0"/>
    <w:rsid w:val="009860EC"/>
    <w:rsid w:val="009936A1"/>
    <w:rsid w:val="009A55FA"/>
    <w:rsid w:val="009B32AD"/>
    <w:rsid w:val="009B7B94"/>
    <w:rsid w:val="009C62A2"/>
    <w:rsid w:val="009F0787"/>
    <w:rsid w:val="00A34EA0"/>
    <w:rsid w:val="00A44FD5"/>
    <w:rsid w:val="00A82181"/>
    <w:rsid w:val="00A83EE4"/>
    <w:rsid w:val="00AB65E8"/>
    <w:rsid w:val="00AC05CC"/>
    <w:rsid w:val="00AC6D7D"/>
    <w:rsid w:val="00AD1538"/>
    <w:rsid w:val="00B22973"/>
    <w:rsid w:val="00B36BFC"/>
    <w:rsid w:val="00B431EC"/>
    <w:rsid w:val="00B500AB"/>
    <w:rsid w:val="00B57141"/>
    <w:rsid w:val="00B6154F"/>
    <w:rsid w:val="00B705D5"/>
    <w:rsid w:val="00B750BF"/>
    <w:rsid w:val="00B90168"/>
    <w:rsid w:val="00B90DB1"/>
    <w:rsid w:val="00BB15BB"/>
    <w:rsid w:val="00BC6BBC"/>
    <w:rsid w:val="00BD1E09"/>
    <w:rsid w:val="00C127BB"/>
    <w:rsid w:val="00C15018"/>
    <w:rsid w:val="00C15D5E"/>
    <w:rsid w:val="00C57BC6"/>
    <w:rsid w:val="00C8076F"/>
    <w:rsid w:val="00C87B5E"/>
    <w:rsid w:val="00CB6D9B"/>
    <w:rsid w:val="00CD7D47"/>
    <w:rsid w:val="00CE08AB"/>
    <w:rsid w:val="00CF07C9"/>
    <w:rsid w:val="00D00747"/>
    <w:rsid w:val="00D25B64"/>
    <w:rsid w:val="00D73DB2"/>
    <w:rsid w:val="00D75954"/>
    <w:rsid w:val="00D75D5F"/>
    <w:rsid w:val="00DE0A72"/>
    <w:rsid w:val="00E027C3"/>
    <w:rsid w:val="00E34706"/>
    <w:rsid w:val="00E53D4C"/>
    <w:rsid w:val="00E62179"/>
    <w:rsid w:val="00E96105"/>
    <w:rsid w:val="00EE3FB3"/>
    <w:rsid w:val="00F003F8"/>
    <w:rsid w:val="00F1257B"/>
    <w:rsid w:val="00F178E3"/>
    <w:rsid w:val="00F215DD"/>
    <w:rsid w:val="00F43F35"/>
    <w:rsid w:val="00F82856"/>
    <w:rsid w:val="00F84179"/>
    <w:rsid w:val="00F86BB7"/>
    <w:rsid w:val="00F87D62"/>
    <w:rsid w:val="00F97ED6"/>
    <w:rsid w:val="00FF6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23E17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rsid w:val="009766A0"/>
    <w:rPr>
      <w:rFonts w:ascii="Verdana" w:hAnsi="Verdana"/>
      <w:lang w:val="en-AU"/>
    </w:rPr>
  </w:style>
  <w:style w:type="paragraph" w:styleId="Heading1">
    <w:name w:val="heading 1"/>
    <w:basedOn w:val="Normal"/>
    <w:next w:val="Normal"/>
    <w:link w:val="Heading1Char"/>
    <w:qFormat/>
    <w:rsid w:val="009766A0"/>
    <w:pPr>
      <w:keepNext/>
      <w:keepLines/>
      <w:spacing w:before="100" w:beforeAutospacing="1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766A0"/>
    <w:pPr>
      <w:keepNext/>
      <w:keepLines/>
      <w:spacing w:before="100" w:beforeAutospacing="1"/>
      <w:outlineLvl w:val="1"/>
    </w:pPr>
    <w:rPr>
      <w:rFonts w:eastAsiaTheme="majorEastAsia" w:cstheme="majorBidi"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766A0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4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4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4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C9115B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4C575F"/>
    <w:rPr>
      <w:rFonts w:ascii="Lucida Grande" w:hAnsi="Lucida Grande" w:cs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4C575F"/>
    <w:rPr>
      <w:rFonts w:ascii="Lucida Grande" w:hAnsi="Lucida Grande" w:cs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0C038A"/>
    <w:rPr>
      <w:rFonts w:ascii="Lucida Grande" w:hAnsi="Lucida Grande" w:cs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8E382D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8E382D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CC60C9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D033C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Cs w:val="24"/>
    </w:rPr>
  </w:style>
  <w:style w:type="character" w:customStyle="1" w:styleId="HeaderChar">
    <w:name w:val="Header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color w:val="663366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663366" w:themeColor="accent1"/>
      <w:sz w:val="48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color w:val="663366" w:themeColor="accent1"/>
      <w:sz w:val="36"/>
    </w:rPr>
  </w:style>
  <w:style w:type="table" w:customStyle="1" w:styleId="HostTable-Borderless">
    <w:name w:val="Host Table - Borderless"/>
    <w:basedOn w:val="TableNormal"/>
    <w:rsid w:val="005C40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5C4041"/>
    <w:pPr>
      <w:spacing w:after="200"/>
    </w:pPr>
    <w:rPr>
      <w:color w:val="404040" w:themeColor="text1" w:themeTint="BF"/>
      <w:szCs w:val="20"/>
    </w:rPr>
  </w:style>
  <w:style w:type="character" w:customStyle="1" w:styleId="BodyTextChar">
    <w:name w:val="Body Text Char"/>
    <w:basedOn w:val="DefaultParagraphFont"/>
    <w:link w:val="BodyText"/>
    <w:rsid w:val="005C4041"/>
    <w:rPr>
      <w:color w:val="404040" w:themeColor="text1" w:themeTint="BF"/>
      <w:sz w:val="18"/>
      <w:szCs w:val="20"/>
    </w:rPr>
  </w:style>
  <w:style w:type="character" w:customStyle="1" w:styleId="Plus">
    <w:name w:val="Plus"/>
    <w:basedOn w:val="DefaultParagraphFont"/>
    <w:rsid w:val="005C4041"/>
    <w:rPr>
      <w:b/>
      <w:color w:val="B770B7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5C4041"/>
    <w:pPr>
      <w:spacing w:after="72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5C4041"/>
    <w:rPr>
      <w:color w:val="404040" w:themeColor="text1" w:themeTint="BF"/>
      <w:sz w:val="18"/>
    </w:rPr>
  </w:style>
  <w:style w:type="character" w:customStyle="1" w:styleId="BalloonTextChar1">
    <w:name w:val="Balloon Text Char1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663366" w:themeColor="accent1" w:shadow="1"/>
        <w:left w:val="single" w:sz="2" w:space="10" w:color="663366" w:themeColor="accent1" w:shadow="1"/>
        <w:bottom w:val="single" w:sz="2" w:space="10" w:color="663366" w:themeColor="accent1" w:shadow="1"/>
        <w:right w:val="single" w:sz="2" w:space="10" w:color="663366" w:themeColor="accent1" w:shadow="1"/>
      </w:pBdr>
      <w:ind w:left="1152" w:right="1152"/>
    </w:pPr>
    <w:rPr>
      <w:i/>
      <w:iCs/>
      <w:color w:val="663366" w:themeColor="accent1"/>
    </w:rPr>
  </w:style>
  <w:style w:type="paragraph" w:styleId="BodyText2">
    <w:name w:val="Body Text 2"/>
    <w:basedOn w:val="Normal"/>
    <w:link w:val="BodyText2Char"/>
    <w:semiHidden/>
    <w:unhideWhenUsed/>
    <w:rsid w:val="005C404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5C40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C4041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C4041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5C404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5C404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5C404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b/>
      <w:bCs/>
      <w:color w:val="663366" w:themeColor="accent1"/>
      <w:szCs w:val="18"/>
    </w:rPr>
  </w:style>
  <w:style w:type="paragraph" w:styleId="Closing">
    <w:name w:val="Closing"/>
    <w:basedOn w:val="Normal"/>
    <w:link w:val="ClosingChar"/>
    <w:semiHidden/>
    <w:unhideWhenUsed/>
    <w:rsid w:val="005C404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5C40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5C4041"/>
  </w:style>
  <w:style w:type="character" w:customStyle="1" w:styleId="DateChar">
    <w:name w:val="Date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DocumentMapChar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C4041"/>
  </w:style>
  <w:style w:type="character" w:customStyle="1" w:styleId="E-mailSignatureChar">
    <w:name w:val="E-mail Signature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5C40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C127BB"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C127BB"/>
    <w:rPr>
      <w:rFonts w:ascii="Verdana" w:hAnsi="Verdana"/>
      <w:sz w:val="20"/>
    </w:rPr>
  </w:style>
  <w:style w:type="paragraph" w:styleId="FootnoteText">
    <w:name w:val="footnote text"/>
    <w:basedOn w:val="Normal"/>
    <w:link w:val="FootnoteTextChar"/>
    <w:unhideWhenUsed/>
    <w:rsid w:val="004907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90752"/>
    <w:rPr>
      <w:rFonts w:ascii="Verdana" w:hAnsi="Verdana"/>
      <w:sz w:val="20"/>
      <w:szCs w:val="20"/>
      <w:lang w:val="en-AU"/>
    </w:rPr>
  </w:style>
  <w:style w:type="character" w:customStyle="1" w:styleId="Heading1Char">
    <w:name w:val="Heading 1 Char"/>
    <w:basedOn w:val="DefaultParagraphFont"/>
    <w:link w:val="Heading1"/>
    <w:rsid w:val="009766A0"/>
    <w:rPr>
      <w:rFonts w:ascii="Verdana" w:eastAsiaTheme="majorEastAsia" w:hAnsi="Verdana" w:cstheme="majorBidi"/>
      <w:b/>
      <w:bCs/>
      <w:sz w:val="26"/>
      <w:szCs w:val="28"/>
    </w:rPr>
  </w:style>
  <w:style w:type="character" w:customStyle="1" w:styleId="Heading2Char">
    <w:name w:val="Heading 2 Char"/>
    <w:basedOn w:val="DefaultParagraphFont"/>
    <w:link w:val="Heading2"/>
    <w:rsid w:val="009766A0"/>
    <w:rPr>
      <w:rFonts w:ascii="Verdana" w:eastAsiaTheme="majorEastAsia" w:hAnsi="Verdana" w:cstheme="majorBidi"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rsid w:val="009766A0"/>
    <w:rPr>
      <w:rFonts w:ascii="Verdana" w:eastAsiaTheme="majorEastAsia" w:hAnsi="Verdana" w:cstheme="majorBidi"/>
      <w:b/>
      <w:bCs/>
    </w:rPr>
  </w:style>
  <w:style w:type="character" w:customStyle="1" w:styleId="Heading4Char">
    <w:name w:val="Heading 4 Char"/>
    <w:basedOn w:val="DefaultParagraphFont"/>
    <w:link w:val="Heading4"/>
    <w:semiHidden/>
    <w:rsid w:val="005C4041"/>
    <w:rPr>
      <w:rFonts w:asciiTheme="majorHAnsi" w:eastAsiaTheme="majorEastAsia" w:hAnsiTheme="majorHAnsi" w:cstheme="majorBidi"/>
      <w:b/>
      <w:bCs/>
      <w:i/>
      <w:iCs/>
      <w:color w:val="663366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5C4041"/>
    <w:rPr>
      <w:rFonts w:asciiTheme="majorHAnsi" w:eastAsiaTheme="majorEastAsia" w:hAnsiTheme="majorHAnsi" w:cstheme="majorBidi"/>
      <w:color w:val="321932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5C4041"/>
    <w:rPr>
      <w:rFonts w:asciiTheme="majorHAnsi" w:eastAsiaTheme="majorEastAsia" w:hAnsiTheme="majorHAnsi" w:cstheme="majorBidi"/>
      <w:i/>
      <w:iCs/>
      <w:color w:val="321932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5C40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C40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C404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5C404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5C4041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rsid w:val="005C4041"/>
    <w:rPr>
      <w:b/>
      <w:bCs/>
      <w:i/>
      <w:iCs/>
      <w:color w:val="663366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5C404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C404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5C404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5C404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5C404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5C404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uiPriority w:val="99"/>
    <w:unhideWhenUsed/>
    <w:rsid w:val="005C4041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C4041"/>
  </w:style>
  <w:style w:type="character" w:customStyle="1" w:styleId="NoteHeadingChar">
    <w:name w:val="Note Heading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5C404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5C40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C4041"/>
  </w:style>
  <w:style w:type="character" w:customStyle="1" w:styleId="SalutationChar">
    <w:name w:val="Salutation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5C4041"/>
  </w:style>
  <w:style w:type="paragraph" w:styleId="Title">
    <w:name w:val="Title"/>
    <w:basedOn w:val="Normal"/>
    <w:next w:val="Normal"/>
    <w:link w:val="TitleChar"/>
    <w:qFormat/>
    <w:rsid w:val="005C4041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4041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  <w:style w:type="character" w:styleId="FootnoteReference">
    <w:name w:val="footnote reference"/>
    <w:basedOn w:val="DefaultParagraphFont"/>
    <w:rsid w:val="00066745"/>
    <w:rPr>
      <w:vertAlign w:val="superscript"/>
    </w:rPr>
  </w:style>
  <w:style w:type="character" w:styleId="PageNumber">
    <w:name w:val="page number"/>
    <w:basedOn w:val="DefaultParagraphFont"/>
    <w:rsid w:val="003C2499"/>
  </w:style>
  <w:style w:type="character" w:styleId="Hyperlink">
    <w:name w:val="Hyperlink"/>
    <w:basedOn w:val="DefaultParagraphFont"/>
    <w:rsid w:val="008F2C01"/>
    <w:rPr>
      <w:color w:val="BC5FBC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3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6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48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8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4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3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4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6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crawsjournal@acrawsa.org.au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acrawsa.org.au/craws/" TargetMode="External"/><Relationship Id="rId2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Stationery:Advantage%20Letter.dotx" TargetMode="External"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</a:majorFont>
      <a:minorFont>
        <a:latin typeface="Rockwell"/>
        <a:ea typeface=""/>
        <a:cs typeface=""/>
        <a:font script="Jpan" typeface="ＭＳ ゴシック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HD:Applications:Microsoft Office 2008:Office:Media:Templates:Stationery:Advantage Letter.dotx</Template>
  <TotalTime>0</TotalTime>
  <Pages>1</Pages>
  <Words>102</Words>
  <Characters>554</Characters>
  <Application>Microsoft Macintosh Word</Application>
  <DocSecurity>0</DocSecurity>
  <Lines>8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Author Declaration</vt:lpstr>
      <vt:lpstr>Submission for Critical Race and Whiteness Studies</vt:lpstr>
    </vt:vector>
  </TitlesOfParts>
  <Manager/>
  <Company/>
  <LinksUpToDate>false</LinksUpToDate>
  <CharactersWithSpaces>655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Moon</dc:creator>
  <cp:keywords/>
  <dc:description/>
  <cp:lastModifiedBy>Alana Lentin</cp:lastModifiedBy>
  <cp:revision>2</cp:revision>
  <cp:lastPrinted>2011-03-20T09:13:00Z</cp:lastPrinted>
  <dcterms:created xsi:type="dcterms:W3CDTF">2018-03-06T23:53:00Z</dcterms:created>
  <dcterms:modified xsi:type="dcterms:W3CDTF">2018-03-06T23:53:00Z</dcterms:modified>
  <cp:category/>
</cp:coreProperties>
</file>